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75474" w14:textId="2770E7AB" w:rsidR="009E61D3" w:rsidRDefault="00F22AC1">
      <w:r>
        <w:rPr>
          <w:noProof/>
        </w:rPr>
        <mc:AlternateContent>
          <mc:Choice Requires="wpg">
            <w:drawing>
              <wp:anchor distT="0" distB="0" distL="114300" distR="114300" simplePos="1" relativeHeight="251665504" behindDoc="0" locked="0" layoutInCell="1" allowOverlap="1" wp14:anchorId="31744CD6" wp14:editId="7C1AC83B">
                <wp:simplePos x="4692015" y="7493000"/>
                <wp:positionH relativeFrom="page">
                  <wp:posOffset>4692015</wp:posOffset>
                </wp:positionH>
                <wp:positionV relativeFrom="page">
                  <wp:posOffset>7493000</wp:posOffset>
                </wp:positionV>
                <wp:extent cx="2617470" cy="2374900"/>
                <wp:effectExtent l="0" t="0" r="0" b="12700"/>
                <wp:wrapThrough wrapText="bothSides">
                  <wp:wrapPolygon edited="0">
                    <wp:start x="210" y="0"/>
                    <wp:lineTo x="210" y="21484"/>
                    <wp:lineTo x="21170" y="21484"/>
                    <wp:lineTo x="21170" y="0"/>
                    <wp:lineTo x="210" y="0"/>
                  </wp:wrapPolygon>
                </wp:wrapThrough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7470" cy="2374900"/>
                          <a:chOff x="0" y="0"/>
                          <a:chExt cx="2617470" cy="2374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46" name="Text Box 46"/>
                        <wps:cNvSpPr txBox="1"/>
                        <wps:spPr>
                          <a:xfrm>
                            <a:off x="0" y="0"/>
                            <a:ext cx="2617470" cy="237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91440" y="1170940"/>
                            <a:ext cx="243459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 id="1">
                          <w:txbxContent>
                            <w:p w14:paraId="6475E417" w14:textId="745CE96E" w:rsidR="00C97D3F" w:rsidRPr="00540E39" w:rsidRDefault="00C97D3F" w:rsidP="009E629D">
                              <w:pPr>
                                <w:jc w:val="center"/>
                                <w:rPr>
                                  <w:rFonts w:ascii="Apple Chancery" w:hAnsi="Apple Chancery" w:cs="Apple Chancery"/>
                                  <w:b/>
                                  <w:i/>
                                  <w:sz w:val="28"/>
                                  <w:szCs w:val="28"/>
                                  <w14:stylisticSets>
                                    <w14:styleSet w14:id="14"/>
                                  </w14:stylisticSets>
                                </w:rPr>
                              </w:pPr>
                              <w:r>
                                <w:rPr>
                                  <w:rFonts w:ascii="Apple Chancery" w:hAnsi="Apple Chancery" w:cs="Apple Chancery"/>
                                  <w:b/>
                                  <w:i/>
                                  <w:sz w:val="28"/>
                                  <w:szCs w:val="28"/>
                                  <w14:stylisticSets>
                                    <w14:styleSet w14:id="14"/>
                                  </w14:stylisticSets>
                                </w:rPr>
                                <w:t xml:space="preserve">Mark </w:t>
                              </w:r>
                              <w:proofErr w:type="spellStart"/>
                              <w:r>
                                <w:rPr>
                                  <w:rFonts w:ascii="Apple Chancery" w:hAnsi="Apple Chancery" w:cs="Apple Chancery"/>
                                  <w:b/>
                                  <w:i/>
                                  <w:sz w:val="28"/>
                                  <w:szCs w:val="28"/>
                                  <w14:stylisticSets>
                                    <w14:styleSet w14:id="14"/>
                                  </w14:stylisticSets>
                                </w:rPr>
                                <w:t>Korell</w:t>
                              </w:r>
                              <w:proofErr w:type="spellEnd"/>
                            </w:p>
                            <w:p w14:paraId="19BC3DB8" w14:textId="1FCA69C9" w:rsidR="00C97D3F" w:rsidRPr="00540E39" w:rsidRDefault="00C97D3F" w:rsidP="00540E39">
                              <w:pPr>
                                <w:jc w:val="center"/>
                                <w:rPr>
                                  <w:rFonts w:ascii="Apple Chancery" w:hAnsi="Apple Chancery" w:cs="Apple Chancery"/>
                                  <w:b/>
                                  <w:i/>
                                  <w:sz w:val="28"/>
                                  <w:szCs w:val="28"/>
                                  <w14:stylisticSets>
                                    <w14:styleSet w14:id="14"/>
                                  </w14:stylisticSets>
                                </w:rPr>
                              </w:pPr>
                              <w:r>
                                <w:rPr>
                                  <w:rFonts w:ascii="Apple Chancery" w:hAnsi="Apple Chancery" w:cs="Apple Chancery"/>
                                  <w:b/>
                                  <w:i/>
                                  <w:sz w:val="28"/>
                                  <w:szCs w:val="28"/>
                                  <w14:stylisticSets>
                                    <w14:styleSet w14:id="14"/>
                                  </w14:stylisticSets>
                                </w:rPr>
                                <w:t>Social Studies Teacher</w:t>
                              </w:r>
                            </w:p>
                            <w:p w14:paraId="65987CE1" w14:textId="77777777" w:rsidR="00C97D3F" w:rsidRPr="00540E39" w:rsidRDefault="00C97D3F" w:rsidP="00540E39">
                              <w:pPr>
                                <w:jc w:val="center"/>
                                <w:rPr>
                                  <w:rFonts w:ascii="Apple Chancery" w:hAnsi="Apple Chancery" w:cs="Apple Chancery"/>
                                  <w:b/>
                                  <w:i/>
                                  <w:sz w:val="28"/>
                                  <w:szCs w:val="28"/>
                                  <w14:stylisticSets>
                                    <w14:styleSet w14:id="14"/>
                                  </w14:stylisticSets>
                                </w:rPr>
                              </w:pPr>
                              <w:r w:rsidRPr="00540E39">
                                <w:rPr>
                                  <w:rFonts w:ascii="Apple Chancery" w:hAnsi="Apple Chancery" w:cs="Apple Chancery"/>
                                  <w:b/>
                                  <w:i/>
                                  <w:sz w:val="28"/>
                                  <w:szCs w:val="28"/>
                                  <w14:stylisticSets>
                                    <w14:styleSet w14:id="14"/>
                                  </w14:stylisticSets>
                                </w:rPr>
                                <w:t>Robidoux Middle School</w:t>
                              </w:r>
                            </w:p>
                            <w:p w14:paraId="74F8A966" w14:textId="77777777" w:rsidR="00C97D3F" w:rsidRPr="00540E39" w:rsidRDefault="00C97D3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91440" y="1579880"/>
                            <a:ext cx="243459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1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91440" y="1988185"/>
                            <a:ext cx="243459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1" seq="2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margin-left:369.45pt;margin-top:590pt;width:206.1pt;height:187pt;z-index:251665504;mso-position-horizontal-relative:page;mso-position-vertical-relative:page" coordsize="2617470,2374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" mv:complextextbox="1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6" o:spid="_x0000_s1027" type="#_x0000_t202" style="position:absolute;width:2617470;height:2374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KNKNxQAA&#10;ANsAAAAPAAAAZHJzL2Rvd25yZXYueG1sRI9Ba8JAFITvgv9heUJvdWMpMUTXUEtbPES02oPHR/aZ&#10;hGbfhuw2if++Wyh4HGbmG2adjaYRPXWutqxgMY9AEBdW11wq+Dq/PyYgnEfW2FgmBTdykG2mkzWm&#10;2g78Sf3JlyJA2KWooPK+TaV0RUUG3dy2xMG72s6gD7Irpe5wCHDTyKcoiqXBmsNChS29VlR8n36M&#10;AspHc94nyzd/2F4/oktyHHJdKvUwG19WIDyN/h7+b++0gucY/r6EHyA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ko0o3FAAAA2wAAAA8AAAAAAAAAAAAAAAAAlwIAAGRycy9k&#10;b3ducmV2LnhtbFBLBQYAAAAABAAEAPUAAACJAwAAAAA=&#10;" mv:complextextbox="1" filled="f" stroked="f"/>
                <v:shape id="Text Box 15" o:spid="_x0000_s1028" type="#_x0000_t202" style="position:absolute;left:91440;top:1170940;width:2434590;height:410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gEvwQAA&#10;ANsAAAAPAAAAZHJzL2Rvd25yZXYueG1sRE9Ni8IwEL0v+B/CCN7W1AVl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U4BL8EAAADbAAAADwAAAAAAAAAAAAAAAACXAgAAZHJzL2Rvd25y&#10;ZXYueG1sUEsFBgAAAAAEAAQA9QAAAIUDAAAAAA==&#10;" filled="f" stroked="f">
                  <v:textbox inset="0,0,0,0">
                    <w:txbxContent>
                      <w:p w14:paraId="6475E417" w14:textId="745CE96E" w:rsidR="00C97D3F" w:rsidRPr="00540E39" w:rsidRDefault="00C97D3F" w:rsidP="009E629D">
                        <w:pPr>
                          <w:jc w:val="center"/>
                          <w:rPr>
                            <w:rFonts w:ascii="Apple Chancery" w:hAnsi="Apple Chancery" w:cs="Apple Chancery"/>
                            <w:b/>
                            <w:i/>
                            <w:sz w:val="28"/>
                            <w:szCs w:val="28"/>
                            <w14:stylisticSets>
                              <w14:styleSet w14:id="14"/>
                            </w14:stylisticSets>
                          </w:rPr>
                        </w:pPr>
                        <w:r>
                          <w:rPr>
                            <w:rFonts w:ascii="Apple Chancery" w:hAnsi="Apple Chancery" w:cs="Apple Chancery"/>
                            <w:b/>
                            <w:i/>
                            <w:sz w:val="28"/>
                            <w:szCs w:val="28"/>
                            <w14:stylisticSets>
                              <w14:styleSet w14:id="14"/>
                            </w14:stylisticSets>
                          </w:rPr>
                          <w:t xml:space="preserve">Mark </w:t>
                        </w:r>
                        <w:proofErr w:type="spellStart"/>
                        <w:r>
                          <w:rPr>
                            <w:rFonts w:ascii="Apple Chancery" w:hAnsi="Apple Chancery" w:cs="Apple Chancery"/>
                            <w:b/>
                            <w:i/>
                            <w:sz w:val="28"/>
                            <w:szCs w:val="28"/>
                            <w14:stylisticSets>
                              <w14:styleSet w14:id="14"/>
                            </w14:stylisticSets>
                          </w:rPr>
                          <w:t>Korell</w:t>
                        </w:r>
                        <w:proofErr w:type="spellEnd"/>
                      </w:p>
                      <w:p w14:paraId="19BC3DB8" w14:textId="1FCA69C9" w:rsidR="00C97D3F" w:rsidRPr="00540E39" w:rsidRDefault="00C97D3F" w:rsidP="00540E39">
                        <w:pPr>
                          <w:jc w:val="center"/>
                          <w:rPr>
                            <w:rFonts w:ascii="Apple Chancery" w:hAnsi="Apple Chancery" w:cs="Apple Chancery"/>
                            <w:b/>
                            <w:i/>
                            <w:sz w:val="28"/>
                            <w:szCs w:val="28"/>
                            <w14:stylisticSets>
                              <w14:styleSet w14:id="14"/>
                            </w14:stylisticSets>
                          </w:rPr>
                        </w:pPr>
                        <w:r>
                          <w:rPr>
                            <w:rFonts w:ascii="Apple Chancery" w:hAnsi="Apple Chancery" w:cs="Apple Chancery"/>
                            <w:b/>
                            <w:i/>
                            <w:sz w:val="28"/>
                            <w:szCs w:val="28"/>
                            <w14:stylisticSets>
                              <w14:styleSet w14:id="14"/>
                            </w14:stylisticSets>
                          </w:rPr>
                          <w:t>Social Studies Teacher</w:t>
                        </w:r>
                      </w:p>
                      <w:p w14:paraId="65987CE1" w14:textId="77777777" w:rsidR="00C97D3F" w:rsidRPr="00540E39" w:rsidRDefault="00C97D3F" w:rsidP="00540E39">
                        <w:pPr>
                          <w:jc w:val="center"/>
                          <w:rPr>
                            <w:rFonts w:ascii="Apple Chancery" w:hAnsi="Apple Chancery" w:cs="Apple Chancery"/>
                            <w:b/>
                            <w:i/>
                            <w:sz w:val="28"/>
                            <w:szCs w:val="28"/>
                            <w14:stylisticSets>
                              <w14:styleSet w14:id="14"/>
                            </w14:stylisticSets>
                          </w:rPr>
                        </w:pPr>
                        <w:r w:rsidRPr="00540E39">
                          <w:rPr>
                            <w:rFonts w:ascii="Apple Chancery" w:hAnsi="Apple Chancery" w:cs="Apple Chancery"/>
                            <w:b/>
                            <w:i/>
                            <w:sz w:val="28"/>
                            <w:szCs w:val="28"/>
                            <w14:stylisticSets>
                              <w14:styleSet w14:id="14"/>
                            </w14:stylisticSets>
                          </w:rPr>
                          <w:t>Robidoux Middle School</w:t>
                        </w:r>
                      </w:p>
                      <w:p w14:paraId="74F8A966" w14:textId="77777777" w:rsidR="00C97D3F" w:rsidRPr="00540E39" w:rsidRDefault="00C97D3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17" o:spid="_x0000_s1029" type="#_x0000_t202" style="position:absolute;left:91440;top:1579880;width:2434590;height:4095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0DrDwQAA&#10;ANsAAAAPAAAAZHJzL2Rvd25yZXYueG1sRE9Ni8IwEL0v+B/CCHtbUz24u9UoIgrCgljrwePYjG2w&#10;mdQmav33G2Fhb/N4nzOdd7YWd2q9caxgOEhAEBdOGy4VHPL1xxcIH5A11o5JwZM8zGe9tymm2j04&#10;o/s+lCKGsE9RQRVCk0rpi4os+oFriCN3dq3FEGFbSt3iI4bbWo6SZCwtGo4NFTa0rKi47G9WweLI&#10;2cpct6ddds5Mnn8n/DO+KPXe7xYTEIG68C/+c290nP8Jr1/iAXL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tA6w8EAAADbAAAADwAAAAAAAAAAAAAAAACXAgAAZHJzL2Rvd25y&#10;ZXYueG1sUEsFBgAAAAAEAAQA9QAAAIUDAAAAAA==&#10;" filled="f" stroked="f">
                  <v:textbox style="mso-next-textbox:#_x0000_s1030" inset="0,0,0,0">
                    <w:txbxContent/>
                  </v:textbox>
                </v:shape>
                <v:shape id="_x0000_s1030" type="#_x0000_t202" style="position:absolute;left:91440;top:1988185;width:2434590;height:3422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AwsqwQAA&#10;ANsAAAAPAAAAZHJzL2Rvd25yZXYueG1sRE9Ni8IwEL0L+x/CLHjTVA+iXaOIrCAIYq0Hj7PN2Aab&#10;SbeJWv+9ERb2No/3OfNlZ2txp9YbxwpGwwQEceG04VLBKd8MpiB8QNZYOyYFT/KwXHz05phq9+CM&#10;7sdQihjCPkUFVQhNKqUvKrLoh64hjtzFtRZDhG0pdYuPGG5rOU6SibRoODZU2NC6ouJ6vFkFqzNn&#10;3+Z3/3PILpnJ81nCu8lVqf5nt/oCEagL/+I/91bH+TN4/xIPkIs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AMLKsEAAADbAAAADwAAAAAAAAAAAAAAAACXAgAAZHJzL2Rvd25y&#10;ZXYueG1sUEsFBgAAAAAEAAQA9QAAAIUDAAAAAA=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 w:rsidR="00107606">
        <w:rPr>
          <w:noProof/>
        </w:rPr>
        <mc:AlternateContent>
          <mc:Choice Requires="wps">
            <w:drawing>
              <wp:anchor distT="0" distB="0" distL="114300" distR="114300" simplePos="0" relativeHeight="251666528" behindDoc="0" locked="0" layoutInCell="1" allowOverlap="1" wp14:anchorId="3D7D6413" wp14:editId="5518831D">
                <wp:simplePos x="0" y="0"/>
                <wp:positionH relativeFrom="page">
                  <wp:posOffset>4702810</wp:posOffset>
                </wp:positionH>
                <wp:positionV relativeFrom="page">
                  <wp:posOffset>7448550</wp:posOffset>
                </wp:positionV>
                <wp:extent cx="3044190" cy="1206500"/>
                <wp:effectExtent l="0" t="0" r="0" b="12700"/>
                <wp:wrapThrough wrapText="bothSides">
                  <wp:wrapPolygon edited="0">
                    <wp:start x="180" y="0"/>
                    <wp:lineTo x="180" y="21373"/>
                    <wp:lineTo x="21267" y="21373"/>
                    <wp:lineTo x="21267" y="0"/>
                    <wp:lineTo x="180" y="0"/>
                  </wp:wrapPolygon>
                </wp:wrapThrough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190" cy="120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E2BA1" w14:textId="3DD573E3" w:rsidR="00C97D3F" w:rsidRPr="009E629D" w:rsidRDefault="00C97D3F" w:rsidP="003F7A3F">
                            <w:pPr>
                              <w:rPr>
                                <w:rFonts w:ascii="Apple Chancery" w:hAnsi="Apple Chancery" w:cs="Apple Chancery"/>
                                <w:i/>
                                <w:sz w:val="36"/>
                                <w:szCs w:val="36"/>
                              </w:rPr>
                            </w:pPr>
                            <w:r w:rsidRPr="009E629D">
                              <w:rPr>
                                <w:rFonts w:ascii="Apple Chancery" w:hAnsi="Apple Chancery" w:cs="Apple Chancery"/>
                                <w:i/>
                                <w:sz w:val="36"/>
                                <w:szCs w:val="36"/>
                              </w:rPr>
                              <w:t>“Ter</w:t>
                            </w:r>
                            <w:r w:rsidR="001C1A14">
                              <w:rPr>
                                <w:rFonts w:ascii="Apple Chancery" w:hAnsi="Apple Chancery" w:cs="Apple Chancery"/>
                                <w:i/>
                                <w:sz w:val="36"/>
                                <w:szCs w:val="36"/>
                              </w:rPr>
                              <w:t>r</w:t>
                            </w:r>
                            <w:r w:rsidRPr="009E629D">
                              <w:rPr>
                                <w:rFonts w:ascii="Apple Chancery" w:hAnsi="Apple Chancery" w:cs="Apple Chancery"/>
                                <w:i/>
                                <w:sz w:val="36"/>
                                <w:szCs w:val="36"/>
                              </w:rPr>
                              <w:t xml:space="preserve">i Johnson was a role model and inspiration to me.”  </w:t>
                            </w:r>
                          </w:p>
                          <w:p w14:paraId="3737DF3C" w14:textId="77777777" w:rsidR="00C97D3F" w:rsidRDefault="00C97D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1" type="#_x0000_t202" style="position:absolute;margin-left:370.3pt;margin-top:586.5pt;width:239.7pt;height:95pt;z-index:25166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lnFNQCAAAg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" mv:complextextbox="1" filled="f" stroked="f">
                <v:textbox>
                  <w:txbxContent>
                    <w:p w14:paraId="44EE2BA1" w14:textId="3DD573E3" w:rsidR="00C97D3F" w:rsidRPr="009E629D" w:rsidRDefault="00C97D3F" w:rsidP="003F7A3F">
                      <w:pPr>
                        <w:rPr>
                          <w:rFonts w:ascii="Apple Chancery" w:hAnsi="Apple Chancery" w:cs="Apple Chancery"/>
                          <w:i/>
                          <w:sz w:val="36"/>
                          <w:szCs w:val="36"/>
                        </w:rPr>
                      </w:pPr>
                      <w:r w:rsidRPr="009E629D">
                        <w:rPr>
                          <w:rFonts w:ascii="Apple Chancery" w:hAnsi="Apple Chancery" w:cs="Apple Chancery"/>
                          <w:i/>
                          <w:sz w:val="36"/>
                          <w:szCs w:val="36"/>
                        </w:rPr>
                        <w:t>“Ter</w:t>
                      </w:r>
                      <w:r w:rsidR="001C1A14">
                        <w:rPr>
                          <w:rFonts w:ascii="Apple Chancery" w:hAnsi="Apple Chancery" w:cs="Apple Chancery"/>
                          <w:i/>
                          <w:sz w:val="36"/>
                          <w:szCs w:val="36"/>
                        </w:rPr>
                        <w:t>r</w:t>
                      </w:r>
                      <w:r w:rsidRPr="009E629D">
                        <w:rPr>
                          <w:rFonts w:ascii="Apple Chancery" w:hAnsi="Apple Chancery" w:cs="Apple Chancery"/>
                          <w:i/>
                          <w:sz w:val="36"/>
                          <w:szCs w:val="36"/>
                        </w:rPr>
                        <w:t xml:space="preserve">i Johnson was a role model and inspiration to me.”  </w:t>
                      </w:r>
                    </w:p>
                    <w:p w14:paraId="3737DF3C" w14:textId="77777777" w:rsidR="00C97D3F" w:rsidRDefault="00C97D3F"/>
                  </w:txbxContent>
                </v:textbox>
                <w10:wrap type="through" anchorx="page" anchory="page"/>
              </v:shape>
            </w:pict>
          </mc:Fallback>
        </mc:AlternateContent>
      </w:r>
      <w:r w:rsidR="00291AE2">
        <w:rPr>
          <w:noProof/>
        </w:rPr>
        <w:drawing>
          <wp:anchor distT="0" distB="0" distL="114300" distR="114300" simplePos="0" relativeHeight="251667552" behindDoc="0" locked="0" layoutInCell="1" allowOverlap="1" wp14:anchorId="4155A7FD" wp14:editId="286AD0B8">
            <wp:simplePos x="0" y="0"/>
            <wp:positionH relativeFrom="page">
              <wp:posOffset>4937760</wp:posOffset>
            </wp:positionH>
            <wp:positionV relativeFrom="page">
              <wp:posOffset>3698240</wp:posOffset>
            </wp:positionV>
            <wp:extent cx="2514600" cy="3750310"/>
            <wp:effectExtent l="0" t="0" r="0" b="8890"/>
            <wp:wrapThrough wrapText="bothSides">
              <wp:wrapPolygon edited="0">
                <wp:start x="0" y="0"/>
                <wp:lineTo x="0" y="21505"/>
                <wp:lineTo x="21382" y="21505"/>
                <wp:lineTo x="2138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DW_PK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75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7D3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010A0E7" wp14:editId="24D5ECE0">
                <wp:simplePos x="0" y="0"/>
                <wp:positionH relativeFrom="page">
                  <wp:posOffset>527685</wp:posOffset>
                </wp:positionH>
                <wp:positionV relativeFrom="page">
                  <wp:posOffset>3515360</wp:posOffset>
                </wp:positionV>
                <wp:extent cx="4351655" cy="6268720"/>
                <wp:effectExtent l="50800" t="25400" r="67945" b="106680"/>
                <wp:wrapTight wrapText="bothSides">
                  <wp:wrapPolygon edited="0">
                    <wp:start x="-252" y="-88"/>
                    <wp:lineTo x="-252" y="21880"/>
                    <wp:lineTo x="21811" y="21880"/>
                    <wp:lineTo x="21811" y="-88"/>
                    <wp:lineTo x="-252" y="-88"/>
                  </wp:wrapPolygon>
                </wp:wrapTight>
                <wp:docPr id="21" name="Rectangle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1655" cy="62687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txbx>
                        <w:txbxContent>
                          <w:p w14:paraId="13757FCB" w14:textId="77777777" w:rsidR="00C97D3F" w:rsidRDefault="00C97D3F" w:rsidP="009E629D"/>
                          <w:p w14:paraId="1DB45ACD" w14:textId="77777777" w:rsidR="00C97D3F" w:rsidRDefault="00C97D3F" w:rsidP="009E629D"/>
                          <w:p w14:paraId="0550C827" w14:textId="47D4E249" w:rsidR="00C97D3F" w:rsidRDefault="00C97D3F" w:rsidP="009E629D">
                            <w:r>
                              <w:t xml:space="preserve">Mr. </w:t>
                            </w:r>
                            <w:proofErr w:type="spellStart"/>
                            <w:r>
                              <w:t>Korell</w:t>
                            </w:r>
                            <w:proofErr w:type="spellEnd"/>
                            <w:r>
                              <w:t xml:space="preserve"> grew up being NORTHSIDE STRONG.  He lived on Roosevelt off St. Joseph Avenue and attended Lindbergh Elementary School, </w:t>
                            </w:r>
                            <w:proofErr w:type="spellStart"/>
                            <w:r>
                              <w:t>Robidoux</w:t>
                            </w:r>
                            <w:proofErr w:type="spellEnd"/>
                            <w:r>
                              <w:t xml:space="preserve"> Middle School, and Lafayette High School</w:t>
                            </w:r>
                            <w:r w:rsidRPr="0080287C">
                              <w:t xml:space="preserve">. </w:t>
                            </w:r>
                            <w:r>
                              <w:t xml:space="preserve"> While at Lafayette, he excelled in Cross Country, Basketball, and Golf.  Golf became his passion and this is what he credits his success to.  Mark states, “Golf is a game that you can play all the days of your life.  With friends, family, and even those you </w:t>
                            </w:r>
                            <w:proofErr w:type="gramStart"/>
                            <w:r>
                              <w:t>don’t</w:t>
                            </w:r>
                            <w:proofErr w:type="gramEnd"/>
                            <w:r>
                              <w:t xml:space="preserve"> know.  This game has taught </w:t>
                            </w:r>
                            <w:proofErr w:type="gramStart"/>
                            <w:r>
                              <w:t>me</w:t>
                            </w:r>
                            <w:proofErr w:type="gramEnd"/>
                            <w:r>
                              <w:t xml:space="preserve"> life lessons that everyone needs to be successful. It has taught me discipline, hard-work, and consistency”</w:t>
                            </w:r>
                          </w:p>
                          <w:p w14:paraId="2E00B059" w14:textId="60DEE401" w:rsidR="00C97D3F" w:rsidRDefault="00C97D3F" w:rsidP="009E629D">
                            <w:r>
                              <w:t xml:space="preserve">Mr. </w:t>
                            </w:r>
                            <w:proofErr w:type="spellStart"/>
                            <w:r>
                              <w:t>Korell</w:t>
                            </w:r>
                            <w:proofErr w:type="spellEnd"/>
                            <w:r>
                              <w:t xml:space="preserve"> is currently a 7</w:t>
                            </w:r>
                            <w:r w:rsidRPr="00001B91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/8</w:t>
                            </w:r>
                            <w:r w:rsidRPr="00001B91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 Social Studies Teacher at RMS, Basketball Officials Coordinator for the MEC Conference, and a State Champion Golfer.  Although he credits golf to his success, he also attributes RMS and LHS as factors in his success as well.  Mr. </w:t>
                            </w:r>
                            <w:proofErr w:type="spellStart"/>
                            <w:r>
                              <w:t>Korell</w:t>
                            </w:r>
                            <w:proofErr w:type="spellEnd"/>
                            <w:r>
                              <w:t xml:space="preserve"> said, </w:t>
                            </w:r>
                            <w:r w:rsidR="001C1A14">
                              <w:t>“My high school counselor, Terri</w:t>
                            </w:r>
                            <w:bookmarkStart w:id="0" w:name="_GoBack"/>
                            <w:bookmarkEnd w:id="0"/>
                            <w:r>
                              <w:t xml:space="preserve"> Johnson was a role model and inspiration to my success at Lafayette.  She encouraged </w:t>
                            </w:r>
                            <w:proofErr w:type="gramStart"/>
                            <w:r>
                              <w:t>me</w:t>
                            </w:r>
                            <w:proofErr w:type="gramEnd"/>
                            <w:r>
                              <w:t xml:space="preserve"> to become a teacher!  “I believe that </w:t>
                            </w:r>
                            <w:proofErr w:type="spellStart"/>
                            <w:r>
                              <w:t>Robidoux</w:t>
                            </w:r>
                            <w:proofErr w:type="spellEnd"/>
                            <w:r>
                              <w:t xml:space="preserve"> is a great fit for me.  I have experienced the NORTHSIDE and am willing to give whatever it takes to GROW the NORTHSIDE into a STRONG community.”</w:t>
                            </w:r>
                          </w:p>
                          <w:p w14:paraId="6B7A2471" w14:textId="77777777" w:rsidR="00C97D3F" w:rsidRDefault="00C97D3F" w:rsidP="009E629D">
                            <w:r>
                              <w:t xml:space="preserve">“Whatever you are, </w:t>
                            </w:r>
                            <w:proofErr w:type="gramStart"/>
                            <w:r>
                              <w:t>be</w:t>
                            </w:r>
                            <w:proofErr w:type="gramEnd"/>
                            <w:r>
                              <w:t xml:space="preserve"> a good one!”  Abraham Lincoln</w:t>
                            </w:r>
                          </w:p>
                          <w:p w14:paraId="0D10EA82" w14:textId="77777777" w:rsidR="00C97D3F" w:rsidRPr="00540E39" w:rsidRDefault="00C97D3F" w:rsidP="009E61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1" o:spid="_x0000_s1032" style="position:absolute;margin-left:41.55pt;margin-top:276.8pt;width:342.65pt;height:493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" filled="f" fillcolor="#9bc1ff" strokecolor="black [3213]" strokeweight="1pt">
                <v:fill focus="100%" type="gradient">
                  <o:fill v:ext="view" type="gradientUnscaled"/>
                </v:fill>
                <v:shadow on="t" opacity="22938f" mv:blur="38100f" offset="0,2pt"/>
                <v:textbox inset=",7.2pt,,7.2pt">
                  <w:txbxContent>
                    <w:p w14:paraId="13757FCB" w14:textId="77777777" w:rsidR="00C97D3F" w:rsidRDefault="00C97D3F" w:rsidP="009E629D"/>
                    <w:p w14:paraId="1DB45ACD" w14:textId="77777777" w:rsidR="00C97D3F" w:rsidRDefault="00C97D3F" w:rsidP="009E629D"/>
                    <w:p w14:paraId="0550C827" w14:textId="47D4E249" w:rsidR="00C97D3F" w:rsidRDefault="00C97D3F" w:rsidP="009E629D">
                      <w:r>
                        <w:t xml:space="preserve">Mr. </w:t>
                      </w:r>
                      <w:proofErr w:type="spellStart"/>
                      <w:r>
                        <w:t>Korell</w:t>
                      </w:r>
                      <w:proofErr w:type="spellEnd"/>
                      <w:r>
                        <w:t xml:space="preserve"> grew up being NORTHSIDE STRONG.  He lived on Roosevelt off St. Joseph Avenue and attended Lindbergh Elementary School, </w:t>
                      </w:r>
                      <w:proofErr w:type="spellStart"/>
                      <w:r>
                        <w:t>Robidoux</w:t>
                      </w:r>
                      <w:proofErr w:type="spellEnd"/>
                      <w:r>
                        <w:t xml:space="preserve"> Middle School, and Lafayette High School</w:t>
                      </w:r>
                      <w:r w:rsidRPr="0080287C">
                        <w:t xml:space="preserve">. </w:t>
                      </w:r>
                      <w:r>
                        <w:t xml:space="preserve"> While at Lafayette, he excelled in Cross Country, Basketball, and Golf.  Golf became his passion and this is what he credits his success to.  Mark states, “Golf is a game that you can play all the days of your life.  With friends, family, and even those you </w:t>
                      </w:r>
                      <w:proofErr w:type="gramStart"/>
                      <w:r>
                        <w:t>don’t</w:t>
                      </w:r>
                      <w:proofErr w:type="gramEnd"/>
                      <w:r>
                        <w:t xml:space="preserve"> know.  This game has taught </w:t>
                      </w:r>
                      <w:proofErr w:type="gramStart"/>
                      <w:r>
                        <w:t>me</w:t>
                      </w:r>
                      <w:proofErr w:type="gramEnd"/>
                      <w:r>
                        <w:t xml:space="preserve"> life lessons that everyone needs to be successful. It has taught me discipline, hard-work, and consistency”</w:t>
                      </w:r>
                    </w:p>
                    <w:p w14:paraId="2E00B059" w14:textId="60DEE401" w:rsidR="00C97D3F" w:rsidRDefault="00C97D3F" w:rsidP="009E629D">
                      <w:r>
                        <w:t xml:space="preserve">Mr. </w:t>
                      </w:r>
                      <w:proofErr w:type="spellStart"/>
                      <w:r>
                        <w:t>Korell</w:t>
                      </w:r>
                      <w:proofErr w:type="spellEnd"/>
                      <w:r>
                        <w:t xml:space="preserve"> is currently a 7</w:t>
                      </w:r>
                      <w:r w:rsidRPr="00001B91">
                        <w:rPr>
                          <w:vertAlign w:val="superscript"/>
                        </w:rPr>
                        <w:t>th</w:t>
                      </w:r>
                      <w:r>
                        <w:t>/8</w:t>
                      </w:r>
                      <w:r w:rsidRPr="00001B91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 Social Studies Teacher at RMS, Basketball Officials Coordinator for the MEC Conference, and a State Champion Golfer.  Although he credits golf to his success, he also attributes RMS and LHS as factors in his success as well.  Mr. </w:t>
                      </w:r>
                      <w:proofErr w:type="spellStart"/>
                      <w:r>
                        <w:t>Korell</w:t>
                      </w:r>
                      <w:proofErr w:type="spellEnd"/>
                      <w:r>
                        <w:t xml:space="preserve"> said, </w:t>
                      </w:r>
                      <w:r w:rsidR="001C1A14">
                        <w:t>“My high school counselor, Terri</w:t>
                      </w:r>
                      <w:bookmarkStart w:id="1" w:name="_GoBack"/>
                      <w:bookmarkEnd w:id="1"/>
                      <w:r>
                        <w:t xml:space="preserve"> Johnson was a role model and inspiration to my success at Lafayette.  She encouraged </w:t>
                      </w:r>
                      <w:proofErr w:type="gramStart"/>
                      <w:r>
                        <w:t>me</w:t>
                      </w:r>
                      <w:proofErr w:type="gramEnd"/>
                      <w:r>
                        <w:t xml:space="preserve"> to become a teacher!  “I believe that </w:t>
                      </w:r>
                      <w:proofErr w:type="spellStart"/>
                      <w:r>
                        <w:t>Robidoux</w:t>
                      </w:r>
                      <w:proofErr w:type="spellEnd"/>
                      <w:r>
                        <w:t xml:space="preserve"> is a great fit for me.  I have experienced the NORTHSIDE and am willing to give whatever it takes to GROW the NORTHSIDE into a STRONG community.”</w:t>
                      </w:r>
                    </w:p>
                    <w:p w14:paraId="6B7A2471" w14:textId="77777777" w:rsidR="00C97D3F" w:rsidRDefault="00C97D3F" w:rsidP="009E629D">
                      <w:r>
                        <w:t xml:space="preserve">“Whatever you are, </w:t>
                      </w:r>
                      <w:proofErr w:type="gramStart"/>
                      <w:r>
                        <w:t>be</w:t>
                      </w:r>
                      <w:proofErr w:type="gramEnd"/>
                      <w:r>
                        <w:t xml:space="preserve"> a good one!”  Abraham Lincoln</w:t>
                      </w:r>
                    </w:p>
                    <w:p w14:paraId="0D10EA82" w14:textId="77777777" w:rsidR="00C97D3F" w:rsidRPr="00540E39" w:rsidRDefault="00C97D3F" w:rsidP="009E61D3">
                      <w:pPr>
                        <w:jc w:val="center"/>
                      </w:pP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  <w:r w:rsidR="0010102E">
        <w:rPr>
          <w:noProof/>
        </w:rPr>
        <w:drawing>
          <wp:anchor distT="0" distB="0" distL="114300" distR="114300" simplePos="0" relativeHeight="251659360" behindDoc="0" locked="0" layoutInCell="1" allowOverlap="1" wp14:anchorId="18F96961" wp14:editId="7726E2F3">
            <wp:simplePos x="0" y="0"/>
            <wp:positionH relativeFrom="page">
              <wp:posOffset>4036060</wp:posOffset>
            </wp:positionH>
            <wp:positionV relativeFrom="page">
              <wp:posOffset>1051560</wp:posOffset>
            </wp:positionV>
            <wp:extent cx="3381375" cy="2282825"/>
            <wp:effectExtent l="304800" t="584200" r="352425" b="561975"/>
            <wp:wrapTight wrapText="bothSides">
              <wp:wrapPolygon edited="0">
                <wp:start x="2758" y="-5528"/>
                <wp:lineTo x="1785" y="-5047"/>
                <wp:lineTo x="1785" y="-1202"/>
                <wp:lineTo x="974" y="-1202"/>
                <wp:lineTo x="974" y="2644"/>
                <wp:lineTo x="0" y="2644"/>
                <wp:lineTo x="0" y="6489"/>
                <wp:lineTo x="-974" y="6489"/>
                <wp:lineTo x="-974" y="10334"/>
                <wp:lineTo x="-1947" y="10334"/>
                <wp:lineTo x="-1947" y="14420"/>
                <wp:lineTo x="2272" y="18025"/>
                <wp:lineTo x="18172" y="26677"/>
                <wp:lineTo x="18821" y="26677"/>
                <wp:lineTo x="23689" y="6489"/>
                <wp:lineTo x="23689" y="4326"/>
                <wp:lineTo x="20931" y="2644"/>
                <wp:lineTo x="18010" y="2644"/>
                <wp:lineTo x="18010" y="-1202"/>
                <wp:lineTo x="11033" y="-1202"/>
                <wp:lineTo x="11033" y="-5047"/>
                <wp:lineTo x="3570" y="-5528"/>
                <wp:lineTo x="2758" y="-5528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riot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282825"/>
                    </a:xfrm>
                    <a:prstGeom prst="rect">
                      <a:avLst/>
                    </a:prstGeom>
                    <a:scene3d>
                      <a:camera prst="perspectiveFront">
                        <a:rot lat="0" lon="0" rev="20399999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736F">
        <w:rPr>
          <w:noProof/>
        </w:rPr>
        <mc:AlternateContent>
          <mc:Choice Requires="wpg">
            <w:drawing>
              <wp:anchor distT="0" distB="0" distL="114300" distR="114300" simplePos="0" relativeHeight="251664480" behindDoc="0" locked="0" layoutInCell="1" allowOverlap="1" wp14:anchorId="0DA8DA8C" wp14:editId="5C5076A5">
                <wp:simplePos x="0" y="0"/>
                <wp:positionH relativeFrom="page">
                  <wp:posOffset>358140</wp:posOffset>
                </wp:positionH>
                <wp:positionV relativeFrom="page">
                  <wp:posOffset>1204595</wp:posOffset>
                </wp:positionV>
                <wp:extent cx="2290445" cy="2132965"/>
                <wp:effectExtent l="25400" t="25400" r="71755" b="635"/>
                <wp:wrapThrough wrapText="bothSides">
                  <wp:wrapPolygon edited="0">
                    <wp:start x="7905" y="-257"/>
                    <wp:lineTo x="5988" y="0"/>
                    <wp:lineTo x="1198" y="2829"/>
                    <wp:lineTo x="1198" y="4116"/>
                    <wp:lineTo x="-240" y="4116"/>
                    <wp:lineTo x="-240" y="11060"/>
                    <wp:lineTo x="240" y="21349"/>
                    <wp:lineTo x="19881" y="21349"/>
                    <wp:lineTo x="20121" y="16462"/>
                    <wp:lineTo x="21798" y="12347"/>
                    <wp:lineTo x="22037" y="8488"/>
                    <wp:lineTo x="22037" y="8231"/>
                    <wp:lineTo x="21798" y="7459"/>
                    <wp:lineTo x="20600" y="4116"/>
                    <wp:lineTo x="20600" y="3344"/>
                    <wp:lineTo x="15330" y="0"/>
                    <wp:lineTo x="13893" y="-257"/>
                    <wp:lineTo x="7905" y="-257"/>
                  </wp:wrapPolygon>
                </wp:wrapThrough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445" cy="2132965"/>
                          <a:chOff x="-10359" y="0"/>
                          <a:chExt cx="1784549" cy="1715508"/>
                        </a:xfrm>
                      </wpg:grpSpPr>
                      <wps:wsp>
                        <wps:cNvPr id="42" name="Oval 42"/>
                        <wps:cNvSpPr/>
                        <wps:spPr>
                          <a:xfrm>
                            <a:off x="0" y="0"/>
                            <a:ext cx="1774190" cy="1454150"/>
                          </a:xfrm>
                          <a:prstGeom prst="ellipse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-10359" y="310888"/>
                            <a:ext cx="1681480" cy="140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txbx>
                          <w:txbxContent>
                            <w:p w14:paraId="700947EC" w14:textId="00398E95" w:rsidR="00C97D3F" w:rsidRPr="00540E39" w:rsidRDefault="00C97D3F" w:rsidP="00C07CC7">
                              <w:pPr>
                                <w:jc w:val="center"/>
                                <w:rPr>
                                  <w:b/>
                                  <w:noProof/>
                                  <w:color w:val="F4FFC6" w:themeColor="background2"/>
                                  <w:sz w:val="144"/>
                                  <w:szCs w:val="1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540E39">
                                <w:rPr>
                                  <w:b/>
                                  <w:noProof/>
                                  <w:color w:val="F4FFC6" w:themeColor="background2"/>
                                  <w:sz w:val="144"/>
                                  <w:szCs w:val="1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 xml:space="preserve">G S </w:t>
                              </w:r>
                            </w:p>
                            <w:p w14:paraId="4838A61C" w14:textId="77777777" w:rsidR="00C97D3F" w:rsidRPr="00540E39" w:rsidRDefault="00C97D3F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</w:p>
                            <w:p w14:paraId="0A98CC1F" w14:textId="77777777" w:rsidR="00C97D3F" w:rsidRPr="00540E39" w:rsidRDefault="00C97D3F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7" o:spid="_x0000_s1033" style="position:absolute;margin-left:28.2pt;margin-top:94.85pt;width:180.35pt;height:167.95pt;z-index:251664480;mso-position-horizontal-relative:page;mso-position-vertical-relative:page;mso-width-relative:margin;mso-height-relative:margin" coordorigin="-10359" coordsize="1784549,171550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">
                <v:oval id="Oval 42" o:spid="_x0000_s1034" style="position:absolute;width:1774190;height:1454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NGUvxQAA&#10;ANsAAAAPAAAAZHJzL2Rvd25yZXYueG1sRI9Ba8JAFITvhf6H5RW81U1TEUldRaSWSE/GFvX2yD6T&#10;YPZtzK5J+u+7BaHHYWa+YebLwdSio9ZVlhW8jCMQxLnVFRcKvvab5xkI55E11pZJwQ85WC4eH+aY&#10;aNvzjrrMFyJA2CWooPS+SaR0eUkG3dg2xME729agD7ItpG6xD3BTyziKptJgxWGhxIbWJeWX7GYU&#10;8GH7avfp5+V9fbzOvruDPZ0+jkqNnobVGwhPg/8P39upVjCJ4e9L+AFy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0ZS/FAAAA2wAAAA8AAAAAAAAAAAAAAAAAlwIAAGRycy9k&#10;b3ducmV2LnhtbFBLBQYAAAAABAAEAPUAAACJAwAAAAA=&#10;" fillcolor="#96bc53 [3204]" strokecolor="#8fb848 [3044]">
                  <v:fill color2="#cadda9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shape id="Text Box 43" o:spid="_x0000_s1035" type="#_x0000_t202" style="position:absolute;left:-10359;top:310888;width:1681480;height:14046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X3EVxAAA&#10;ANsAAAAPAAAAZHJzL2Rvd25yZXYueG1sRI/Na8JAFMTvBf+H5Qne6sYPaoiu0oqKB0v9Onh8ZJ9J&#10;MPs2ZFcT/3u3UOhxmJnfMLNFa0rxoNoVlhUM+hEI4tTqgjMF59P6PQbhPLLG0jIpeJKDxbzzNsNE&#10;24YP9Dj6TAQIuwQV5N5XiZQuzcmg69uKOHhXWxv0QdaZ1DU2AW5KOYyiD2mw4LCQY0XLnNLb8W4U&#10;0K41p+94svI/X9dNdIn3zU5nSvW67ecUhKfW/4f/2lutYDyC3y/hB8j5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V9xFcQAAADbAAAADwAAAAAAAAAAAAAAAACXAgAAZHJzL2Rv&#10;d25yZXYueG1sUEsFBgAAAAAEAAQA9QAAAIgDAAAAAA==&#10;" mv:complextextbox="1" filled="f" stroked="f">
                  <v:textbox>
                    <w:txbxContent>
                      <w:p w14:paraId="700947EC" w14:textId="00398E95" w:rsidR="00C97D3F" w:rsidRPr="00540E39" w:rsidRDefault="00C97D3F" w:rsidP="00C07CC7">
                        <w:pPr>
                          <w:jc w:val="center"/>
                          <w:rPr>
                            <w:b/>
                            <w:noProof/>
                            <w:color w:val="F4FFC6" w:themeColor="background2"/>
                            <w:sz w:val="144"/>
                            <w:szCs w:val="1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540E39">
                          <w:rPr>
                            <w:b/>
                            <w:noProof/>
                            <w:color w:val="F4FFC6" w:themeColor="background2"/>
                            <w:sz w:val="144"/>
                            <w:szCs w:val="1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 xml:space="preserve">G S </w:t>
                        </w:r>
                      </w:p>
                      <w:p w14:paraId="4838A61C" w14:textId="77777777" w:rsidR="00C97D3F" w:rsidRPr="00540E39" w:rsidRDefault="00C97D3F">
                        <w:pPr>
                          <w:rPr>
                            <w:sz w:val="96"/>
                            <w:szCs w:val="96"/>
                          </w:rPr>
                        </w:pPr>
                      </w:p>
                      <w:p w14:paraId="0A98CC1F" w14:textId="77777777" w:rsidR="00C97D3F" w:rsidRPr="00540E39" w:rsidRDefault="00C97D3F">
                        <w:pPr>
                          <w:rPr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w10:wrap type="through" anchorx="page" anchory="page"/>
              </v:group>
            </w:pict>
          </mc:Fallback>
        </mc:AlternateContent>
      </w:r>
      <w:r w:rsidR="00800733">
        <w:rPr>
          <w:noProof/>
        </w:rPr>
        <mc:AlternateContent>
          <mc:Choice Requires="wps">
            <w:drawing>
              <wp:anchor distT="0" distB="0" distL="114300" distR="114300" simplePos="0" relativeHeight="251657223" behindDoc="0" locked="0" layoutInCell="1" allowOverlap="1" wp14:anchorId="7DFAA2FF" wp14:editId="51520E6E">
                <wp:simplePos x="0" y="0"/>
                <wp:positionH relativeFrom="page">
                  <wp:posOffset>358140</wp:posOffset>
                </wp:positionH>
                <wp:positionV relativeFrom="page">
                  <wp:posOffset>685165</wp:posOffset>
                </wp:positionV>
                <wp:extent cx="6789420" cy="1476375"/>
                <wp:effectExtent l="0" t="0" r="0" b="0"/>
                <wp:wrapTight wrapText="bothSides">
                  <wp:wrapPolygon edited="0">
                    <wp:start x="81" y="372"/>
                    <wp:lineTo x="81" y="20810"/>
                    <wp:lineTo x="21414" y="20810"/>
                    <wp:lineTo x="21414" y="372"/>
                    <wp:lineTo x="81" y="372"/>
                  </wp:wrapPolygon>
                </wp:wrapTight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9420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87126" w14:textId="728B3CE1" w:rsidR="00C97D3F" w:rsidRPr="00AA7B92" w:rsidRDefault="00C97D3F" w:rsidP="00800733">
                            <w:pPr>
                              <w:pStyle w:val="Title"/>
                              <w:spacing w:line="600" w:lineRule="exact"/>
                              <w:ind w:firstLine="720"/>
                              <w:jc w:val="left"/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My Grow Strong Story</w:t>
                            </w:r>
                          </w:p>
                          <w:p w14:paraId="65C12B06" w14:textId="77777777" w:rsidR="00C97D3F" w:rsidRPr="009B33C5" w:rsidRDefault="00C97D3F" w:rsidP="009E61D3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14:stylisticSets>
                                  <w14:styleSet w14:id="14"/>
                                </w14:stylisticSets>
                              </w:rPr>
                            </w:pPr>
                          </w:p>
                          <w:p w14:paraId="54203DEC" w14:textId="25FBB70E" w:rsidR="00C97D3F" w:rsidRPr="009B33C5" w:rsidRDefault="00C97D3F" w:rsidP="004D6C1C">
                            <w:pPr>
                              <w:rPr>
                                <w:rFonts w:ascii="Apple Chancery" w:hAnsi="Apple Chancery" w:cs="Apple Chancery"/>
                                <w14:stylisticSets>
                                  <w14:styleSet w14:id="14"/>
                                </w14:stylisticSets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28.2pt;margin-top:53.95pt;width:534.6pt;height:116.25pt;z-index:251657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" filled="f" stroked="f">
                <v:textbox inset=",7.2pt,,7.2pt">
                  <w:txbxContent>
                    <w:p w14:paraId="50987126" w14:textId="728B3CE1" w:rsidR="00C97D3F" w:rsidRPr="00AA7B92" w:rsidRDefault="00C97D3F" w:rsidP="00800733">
                      <w:pPr>
                        <w:pStyle w:val="Title"/>
                        <w:spacing w:line="600" w:lineRule="exact"/>
                        <w:ind w:firstLine="720"/>
                        <w:jc w:val="left"/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My Grow Strong Story</w:t>
                      </w:r>
                    </w:p>
                    <w:p w14:paraId="65C12B06" w14:textId="77777777" w:rsidR="00C97D3F" w:rsidRPr="009B33C5" w:rsidRDefault="00C97D3F" w:rsidP="009E61D3">
                      <w:pPr>
                        <w:jc w:val="center"/>
                        <w:rPr>
                          <w:rFonts w:ascii="Apple Chancery" w:hAnsi="Apple Chancery" w:cs="Apple Chancery"/>
                          <w14:stylisticSets>
                            <w14:styleSet w14:id="14"/>
                          </w14:stylisticSets>
                        </w:rPr>
                      </w:pPr>
                    </w:p>
                    <w:p w14:paraId="54203DEC" w14:textId="25FBB70E" w:rsidR="00C97D3F" w:rsidRPr="009B33C5" w:rsidRDefault="00C97D3F" w:rsidP="004D6C1C">
                      <w:pPr>
                        <w:rPr>
                          <w:rFonts w:ascii="Apple Chancery" w:hAnsi="Apple Chancery" w:cs="Apple Chancery"/>
                          <w14:stylisticSets>
                            <w14:styleSet w14:id="14"/>
                          </w14:stylisticSets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BF5088">
        <w:rPr>
          <w:noProof/>
        </w:rPr>
        <mc:AlternateContent>
          <mc:Choice Requires="wps">
            <w:drawing>
              <wp:anchor distT="0" distB="0" distL="114300" distR="114300" simplePos="0" relativeHeight="251657237" behindDoc="0" locked="0" layoutInCell="1" allowOverlap="1" wp14:anchorId="21CE6022" wp14:editId="41471B9A">
                <wp:simplePos x="0" y="0"/>
                <wp:positionH relativeFrom="page">
                  <wp:posOffset>5835650</wp:posOffset>
                </wp:positionH>
                <wp:positionV relativeFrom="page">
                  <wp:posOffset>365760</wp:posOffset>
                </wp:positionV>
                <wp:extent cx="2652395" cy="411480"/>
                <wp:effectExtent l="0" t="0" r="0" b="0"/>
                <wp:wrapTight wrapText="bothSides">
                  <wp:wrapPolygon edited="0">
                    <wp:start x="207" y="1333"/>
                    <wp:lineTo x="207" y="18667"/>
                    <wp:lineTo x="21098" y="18667"/>
                    <wp:lineTo x="21098" y="1333"/>
                    <wp:lineTo x="207" y="1333"/>
                  </wp:wrapPolygon>
                </wp:wrapTight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2395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8A8B5" w14:textId="12E0E294" w:rsidR="00C97D3F" w:rsidRPr="00C07CC7" w:rsidRDefault="00C97D3F" w:rsidP="009E61D3">
                            <w:pPr>
                              <w:pStyle w:val="Heading2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January</w:t>
                            </w:r>
                            <w:r w:rsidRPr="00C07CC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2011</w:t>
                            </w:r>
                          </w:p>
                          <w:p w14:paraId="16F4F856" w14:textId="77777777" w:rsidR="00C97D3F" w:rsidRDefault="00C97D3F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7" type="#_x0000_t202" style="position:absolute;margin-left:459.5pt;margin-top:28.8pt;width:208.85pt;height:32.4pt;z-index:251657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" filled="f" stroked="f">
                <v:textbox inset=",7.2pt,,7.2pt">
                  <w:txbxContent>
                    <w:p w14:paraId="29D8A8B5" w14:textId="12E0E294" w:rsidR="00C97D3F" w:rsidRPr="00C07CC7" w:rsidRDefault="00C97D3F" w:rsidP="009E61D3">
                      <w:pPr>
                        <w:pStyle w:val="Heading2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January</w:t>
                      </w:r>
                      <w:r w:rsidRPr="00C07CC7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2011</w:t>
                      </w:r>
                    </w:p>
                    <w:p w14:paraId="16F4F856" w14:textId="77777777" w:rsidR="00C97D3F" w:rsidRDefault="00C97D3F"/>
                  </w:txbxContent>
                </v:textbox>
                <w10:wrap type="tight" anchorx="page" anchory="page"/>
              </v:shape>
            </w:pict>
          </mc:Fallback>
        </mc:AlternateContent>
      </w:r>
      <w:r w:rsidR="008665C2">
        <w:rPr>
          <w:noProof/>
        </w:rPr>
        <mc:AlternateContent>
          <mc:Choice Requires="wps">
            <w:drawing>
              <wp:anchor distT="0" distB="0" distL="114300" distR="114300" simplePos="0" relativeHeight="251657222" behindDoc="0" locked="0" layoutInCell="1" allowOverlap="1" wp14:anchorId="697C4AD9" wp14:editId="5FFAC34D">
                <wp:simplePos x="0" y="0"/>
                <wp:positionH relativeFrom="page">
                  <wp:posOffset>527685</wp:posOffset>
                </wp:positionH>
                <wp:positionV relativeFrom="page">
                  <wp:posOffset>1847215</wp:posOffset>
                </wp:positionV>
                <wp:extent cx="6716395" cy="0"/>
                <wp:effectExtent l="6985" t="18415" r="20320" b="19685"/>
                <wp:wrapNone/>
                <wp:docPr id="1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63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100000"/>
                              <a:lumOff val="0"/>
                              <a:alpha val="5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72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55pt,145.45pt" to="570.4pt,14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" strokecolor="white [3212]" strokeweight=".5pt">
                <v:stroke opacity="32896f"/>
                <v:shadow opacity="22938f" mv:blur="38100f" offset="0,2pt"/>
                <w10:wrap anchorx="page" anchory="page"/>
              </v:line>
            </w:pict>
          </mc:Fallback>
        </mc:AlternateContent>
      </w:r>
      <w:r w:rsidR="008665C2">
        <w:rPr>
          <w:noProof/>
        </w:rPr>
        <mc:AlternateContent>
          <mc:Choice Requires="wps">
            <w:drawing>
              <wp:anchor distT="0" distB="0" distL="114300" distR="114300" simplePos="0" relativeHeight="251657217" behindDoc="0" locked="0" layoutInCell="1" allowOverlap="1" wp14:anchorId="05E14937" wp14:editId="32235171">
                <wp:simplePos x="0" y="0"/>
                <wp:positionH relativeFrom="page">
                  <wp:posOffset>358140</wp:posOffset>
                </wp:positionH>
                <wp:positionV relativeFrom="page">
                  <wp:posOffset>434340</wp:posOffset>
                </wp:positionV>
                <wp:extent cx="3429000" cy="210185"/>
                <wp:effectExtent l="2540" t="2540" r="0" b="317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F4CDF2" w14:textId="21BB51CC" w:rsidR="00C97D3F" w:rsidRPr="008B5CF5" w:rsidRDefault="00C97D3F" w:rsidP="009E61D3">
                            <w:pPr>
                              <w:pStyle w:val="Header-Cover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Robidoux Badgers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8" type="#_x0000_t202" style="position:absolute;margin-left:28.2pt;margin-top:34.2pt;width:270pt;height:16.55pt;z-index:2516572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" filled="f" stroked="f">
                <v:textbox inset=",0,,0">
                  <w:txbxContent>
                    <w:p w14:paraId="7AF4CDF2" w14:textId="21BB51CC" w:rsidR="00C97D3F" w:rsidRPr="008B5CF5" w:rsidRDefault="00C97D3F" w:rsidP="009E61D3">
                      <w:pPr>
                        <w:pStyle w:val="Header-CoverLef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Robidoux Badgers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E61D3" w:rsidSect="009E61D3">
      <w:headerReference w:type="default" r:id="rId9"/>
      <w:headerReference w:type="first" r:id="rId10"/>
      <w:footerReference w:type="first" r:id="rId11"/>
      <w:pgSz w:w="12240" w:h="15840"/>
      <w:pgMar w:top="576" w:right="576" w:bottom="576" w:left="576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44379" w14:textId="77777777" w:rsidR="00F22AC1" w:rsidRDefault="00F22AC1">
      <w:pPr>
        <w:spacing w:after="0"/>
      </w:pPr>
      <w:r>
        <w:separator/>
      </w:r>
    </w:p>
  </w:endnote>
  <w:endnote w:type="continuationSeparator" w:id="0">
    <w:p w14:paraId="456B47D6" w14:textId="77777777" w:rsidR="00F22AC1" w:rsidRDefault="00F22A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FBCDF" w14:textId="4183E869" w:rsidR="00C97D3F" w:rsidRDefault="00C97D3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18577432" wp14:editId="580B3883">
              <wp:simplePos x="0" y="0"/>
              <wp:positionH relativeFrom="page">
                <wp:posOffset>372745</wp:posOffset>
              </wp:positionH>
              <wp:positionV relativeFrom="page">
                <wp:posOffset>8369935</wp:posOffset>
              </wp:positionV>
              <wp:extent cx="7040880" cy="1144905"/>
              <wp:effectExtent l="4445" t="635" r="3175" b="0"/>
              <wp:wrapNone/>
              <wp:docPr id="3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114490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29.35pt;margin-top:659.05pt;width:554.4pt;height:90.1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" fillcolor="#96bc53 [3204]" stroked="f" strokecolor="#4a7ebb" strokeweight="1.5pt"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6E115437" wp14:editId="276623BB">
              <wp:simplePos x="0" y="0"/>
              <wp:positionH relativeFrom="page">
                <wp:posOffset>372745</wp:posOffset>
              </wp:positionH>
              <wp:positionV relativeFrom="page">
                <wp:posOffset>9514840</wp:posOffset>
              </wp:positionV>
              <wp:extent cx="7040880" cy="182880"/>
              <wp:effectExtent l="4445" t="2540" r="3175" b="5080"/>
              <wp:wrapNone/>
              <wp:docPr id="1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18288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29.35pt;margin-top:749.2pt;width:554.4pt;height:14.4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" fillcolor="#668431 [3215]" stroked="f" strokecolor="#4a7ebb" strokeweight="1.5pt"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DAB06" w14:textId="77777777" w:rsidR="00F22AC1" w:rsidRDefault="00F22AC1">
      <w:pPr>
        <w:spacing w:after="0"/>
      </w:pPr>
      <w:r>
        <w:separator/>
      </w:r>
    </w:p>
  </w:footnote>
  <w:footnote w:type="continuationSeparator" w:id="0">
    <w:p w14:paraId="69A776B0" w14:textId="77777777" w:rsidR="00F22AC1" w:rsidRDefault="00F22AC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A7B93" w14:textId="19AC9B4B" w:rsidR="00C97D3F" w:rsidRDefault="00C97D3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56" behindDoc="0" locked="0" layoutInCell="1" allowOverlap="1" wp14:anchorId="7AD0D842" wp14:editId="2F48DF55">
              <wp:simplePos x="0" y="0"/>
              <wp:positionH relativeFrom="page">
                <wp:posOffset>7040880</wp:posOffset>
              </wp:positionH>
              <wp:positionV relativeFrom="page">
                <wp:posOffset>9758680</wp:posOffset>
              </wp:positionV>
              <wp:extent cx="365760" cy="213360"/>
              <wp:effectExtent l="5080" t="508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21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60D524" w14:textId="77777777" w:rsidR="00C97D3F" w:rsidRDefault="00C97D3F" w:rsidP="009E61D3">
                          <w:pPr>
                            <w:pStyle w:val="Page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9" o:spid="_x0000_s1039" type="#_x0000_t202" style="position:absolute;margin-left:554.4pt;margin-top:768.4pt;width:28.8pt;height:16.8pt;z-index:25165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" filled="f" stroked="f">
              <v:textbox style="mso-next-textbox:#Text Box 17" inset="0,0,0,0">
                <w:txbxContent>
                  <w:p w14:paraId="5060D524" w14:textId="77777777" w:rsidR="00C97D3F" w:rsidRDefault="00C97D3F" w:rsidP="009E61D3">
                    <w:pPr>
                      <w:pStyle w:val="Page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50" behindDoc="0" locked="0" layoutInCell="1" allowOverlap="1" wp14:anchorId="390557AF" wp14:editId="276B7E84">
              <wp:simplePos x="0" y="0"/>
              <wp:positionH relativeFrom="page">
                <wp:posOffset>3980815</wp:posOffset>
              </wp:positionH>
              <wp:positionV relativeFrom="page">
                <wp:posOffset>434340</wp:posOffset>
              </wp:positionV>
              <wp:extent cx="3429000" cy="210185"/>
              <wp:effectExtent l="5715" t="2540" r="0" b="317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28A35F2F" w14:textId="77777777" w:rsidR="00C97D3F" w:rsidRDefault="00C97D3F" w:rsidP="009E61D3">
                          <w:pPr>
                            <w:pStyle w:val="Header-Right"/>
                          </w:pPr>
                          <w:r>
                            <w:t>issue, date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40" type="#_x0000_t202" style="position:absolute;margin-left:313.45pt;margin-top:34.2pt;width:270pt;height:16.55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" filled="f" stroked="f">
              <v:stroke o:forcedash="t"/>
              <v:textbox inset=",0,,0">
                <w:txbxContent>
                  <w:p w14:paraId="28A35F2F" w14:textId="77777777" w:rsidR="00C97D3F" w:rsidRDefault="00C97D3F" w:rsidP="009E61D3">
                    <w:pPr>
                      <w:pStyle w:val="Header-Right"/>
                    </w:pPr>
                    <w:r>
                      <w:t>issue, date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1D01AA38" wp14:editId="2A91DABF">
              <wp:simplePos x="0" y="0"/>
              <wp:positionH relativeFrom="page">
                <wp:posOffset>358140</wp:posOffset>
              </wp:positionH>
              <wp:positionV relativeFrom="page">
                <wp:posOffset>434340</wp:posOffset>
              </wp:positionV>
              <wp:extent cx="3429000" cy="210185"/>
              <wp:effectExtent l="2540" t="2540" r="0" b="317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4B03952E" w14:textId="77777777" w:rsidR="00C97D3F" w:rsidRDefault="00C97D3F" w:rsidP="009E61D3">
                          <w:pPr>
                            <w:pStyle w:val="Header"/>
                          </w:pPr>
                          <w:r>
                            <w:t>lorem ipsum dolor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41" type="#_x0000_t202" style="position:absolute;margin-left:28.2pt;margin-top:34.2pt;width:270pt;height:16.5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" filled="f" stroked="f">
              <v:stroke o:forcedash="t"/>
              <v:textbox inset=",0,,0">
                <w:txbxContent>
                  <w:p w14:paraId="4B03952E" w14:textId="77777777" w:rsidR="00C97D3F" w:rsidRDefault="00C97D3F" w:rsidP="009E61D3">
                    <w:pPr>
                      <w:pStyle w:val="Header"/>
                    </w:pPr>
                    <w:r>
                      <w:t>lorem ipsum dolor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63EBF16C" wp14:editId="518B5E71">
              <wp:simplePos x="0" y="0"/>
              <wp:positionH relativeFrom="page">
                <wp:posOffset>365760</wp:posOffset>
              </wp:positionH>
              <wp:positionV relativeFrom="page">
                <wp:posOffset>685800</wp:posOffset>
              </wp:positionV>
              <wp:extent cx="7040880" cy="0"/>
              <wp:effectExtent l="10160" t="12700" r="22860" b="25400"/>
              <wp:wrapTight wrapText="bothSides">
                <wp:wrapPolygon edited="0">
                  <wp:start x="-90" y="-2147483648"/>
                  <wp:lineTo x="0" y="-2147483648"/>
                  <wp:lineTo x="10890" y="-2147483648"/>
                  <wp:lineTo x="10890" y="-2147483648"/>
                  <wp:lineTo x="21508" y="-2147483648"/>
                  <wp:lineTo x="21781" y="-2147483648"/>
                  <wp:lineTo x="-90" y="-2147483648"/>
                </wp:wrapPolygon>
              </wp:wrapTight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08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8pt,54pt" to="583.2pt,5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" strokecolor="#bfd697 [1940]" strokeweight=".5pt">
              <v:shadow opacity="22938f" mv:blur="38100f" offset="0,2pt"/>
              <w10:wrap type="tight"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AAD8C" w14:textId="39958403" w:rsidR="00C97D3F" w:rsidRDefault="00C97D3F">
    <w:pPr>
      <w:pStyle w:val="Header"/>
    </w:pPr>
    <w:r>
      <w:rPr>
        <w:noProof/>
      </w:rPr>
      <w:drawing>
        <wp:anchor distT="0" distB="0" distL="114300" distR="114300" simplePos="0" relativeHeight="251658245" behindDoc="0" locked="0" layoutInCell="1" allowOverlap="1" wp14:anchorId="6D999639" wp14:editId="3824E851">
          <wp:simplePos x="5486400" y="8229600"/>
          <wp:positionH relativeFrom="page">
            <wp:posOffset>363855</wp:posOffset>
          </wp:positionH>
          <wp:positionV relativeFrom="page">
            <wp:posOffset>3886200</wp:posOffset>
          </wp:positionV>
          <wp:extent cx="7049770" cy="114300"/>
          <wp:effectExtent l="25400" t="0" r="11430" b="0"/>
          <wp:wrapTight wrapText="bothSides">
            <wp:wrapPolygon edited="0">
              <wp:start x="-78" y="0"/>
              <wp:lineTo x="0" y="19200"/>
              <wp:lineTo x="21635" y="19200"/>
              <wp:lineTo x="21635" y="9600"/>
              <wp:lineTo x="21557" y="0"/>
              <wp:lineTo x="-78" y="0"/>
            </wp:wrapPolygon>
          </wp:wrapTight>
          <wp:docPr id="6" name="Picture 4" descr=":p1-spec-newsletter-fc4-R2:Assets:checkerboardOverlay-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p1-spec-newsletter-fc4-R2:Assets:checkerboardOverlay-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9770" cy="11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AF13C92" wp14:editId="36ECE838">
              <wp:simplePos x="0" y="0"/>
              <wp:positionH relativeFrom="page">
                <wp:posOffset>365760</wp:posOffset>
              </wp:positionH>
              <wp:positionV relativeFrom="page">
                <wp:posOffset>3886200</wp:posOffset>
              </wp:positionV>
              <wp:extent cx="7040880" cy="109855"/>
              <wp:effectExtent l="0" t="0" r="0" b="4445"/>
              <wp:wrapTight wrapText="bothSides">
                <wp:wrapPolygon edited="0">
                  <wp:start x="-29" y="0"/>
                  <wp:lineTo x="-29" y="20476"/>
                  <wp:lineTo x="21600" y="20476"/>
                  <wp:lineTo x="21600" y="0"/>
                  <wp:lineTo x="-29" y="0"/>
                </wp:wrapPolygon>
              </wp:wrapTight>
              <wp:docPr id="9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10985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28.8pt;margin-top:306pt;width:554.4pt;height:8.6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" fillcolor="#668431 [3215]" stroked="f" strokecolor="#4a7ebb" strokeweight="1.5pt"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3ADA261" wp14:editId="618A247B">
              <wp:simplePos x="0" y="0"/>
              <wp:positionH relativeFrom="page">
                <wp:posOffset>365760</wp:posOffset>
              </wp:positionH>
              <wp:positionV relativeFrom="page">
                <wp:posOffset>3429000</wp:posOffset>
              </wp:positionV>
              <wp:extent cx="7040880" cy="457200"/>
              <wp:effectExtent l="0" t="0" r="0" b="0"/>
              <wp:wrapTight wrapText="bothSides">
                <wp:wrapPolygon edited="0">
                  <wp:start x="-29" y="0"/>
                  <wp:lineTo x="-29" y="20460"/>
                  <wp:lineTo x="21600" y="20460"/>
                  <wp:lineTo x="21600" y="0"/>
                  <wp:lineTo x="-29" y="0"/>
                </wp:wrapPolygon>
              </wp:wrapTight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45720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28.8pt;margin-top:270pt;width:554.4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" fillcolor="#bbd986 [3205]" stroked="f" strokecolor="#4a7ebb" strokeweight="1.5pt"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73B281A" wp14:editId="4ABC46A8">
              <wp:simplePos x="0" y="0"/>
              <wp:positionH relativeFrom="page">
                <wp:posOffset>365760</wp:posOffset>
              </wp:positionH>
              <wp:positionV relativeFrom="page">
                <wp:posOffset>685800</wp:posOffset>
              </wp:positionV>
              <wp:extent cx="7040880" cy="2743200"/>
              <wp:effectExtent l="0" t="0" r="0" b="0"/>
              <wp:wrapTight wrapText="bothSides">
                <wp:wrapPolygon edited="0">
                  <wp:start x="-29" y="0"/>
                  <wp:lineTo x="-29" y="20465"/>
                  <wp:lineTo x="21600" y="20465"/>
                  <wp:lineTo x="21600" y="0"/>
                  <wp:lineTo x="-29" y="0"/>
                </wp:wrapPolygon>
              </wp:wrapTight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27432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28.8pt;margin-top:54pt;width:554.4pt;height:3in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" fillcolor="#96bc53 [3204]" stroked="f" strokecolor="#4a7ebb" strokeweight="1.5pt"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7E1E27" wp14:editId="5BB39CB1">
              <wp:simplePos x="0" y="0"/>
              <wp:positionH relativeFrom="page">
                <wp:posOffset>365760</wp:posOffset>
              </wp:positionH>
              <wp:positionV relativeFrom="page">
                <wp:posOffset>365760</wp:posOffset>
              </wp:positionV>
              <wp:extent cx="7040880" cy="320040"/>
              <wp:effectExtent l="0" t="0" r="0" b="0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32004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28.8pt;margin-top:28.8pt;width:554.4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" fillcolor="#668431 [3215]" stroked="f" strokecolor="#4a7ebb" strokeweight="1.5pt"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 style="mso-position-horizontal-relative:page;mso-position-vertical-relative:page" fill="f" fillcolor="white" stroke="f">
      <v:fill color="white" on="f"/>
      <v:stroke on="f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4D6C1C"/>
    <w:rsid w:val="00063FE2"/>
    <w:rsid w:val="0007121A"/>
    <w:rsid w:val="0010102E"/>
    <w:rsid w:val="00107606"/>
    <w:rsid w:val="00124CCB"/>
    <w:rsid w:val="001C1A14"/>
    <w:rsid w:val="00291AE2"/>
    <w:rsid w:val="003C28F8"/>
    <w:rsid w:val="003F7A3F"/>
    <w:rsid w:val="004A5B4F"/>
    <w:rsid w:val="004D4F4E"/>
    <w:rsid w:val="004D6C1C"/>
    <w:rsid w:val="004D736F"/>
    <w:rsid w:val="00540E39"/>
    <w:rsid w:val="00600E05"/>
    <w:rsid w:val="00613BAA"/>
    <w:rsid w:val="00776A32"/>
    <w:rsid w:val="007F5249"/>
    <w:rsid w:val="00800733"/>
    <w:rsid w:val="008665C2"/>
    <w:rsid w:val="008B5CF5"/>
    <w:rsid w:val="009B33C5"/>
    <w:rsid w:val="009E61D3"/>
    <w:rsid w:val="009E629D"/>
    <w:rsid w:val="00A22F6D"/>
    <w:rsid w:val="00A42E7C"/>
    <w:rsid w:val="00BF5088"/>
    <w:rsid w:val="00C07CC7"/>
    <w:rsid w:val="00C97D3F"/>
    <w:rsid w:val="00C97F78"/>
    <w:rsid w:val="00CD204B"/>
    <w:rsid w:val="00D105A7"/>
    <w:rsid w:val="00D22E2D"/>
    <w:rsid w:val="00D264E4"/>
    <w:rsid w:val="00D94123"/>
    <w:rsid w:val="00E83D35"/>
    <w:rsid w:val="00E97E2D"/>
    <w:rsid w:val="00EF0708"/>
    <w:rsid w:val="00F22A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-relative:page;mso-position-vertical-relative:page" fill="f" fillcolor="white" stroke="f">
      <v:fill color="white" on="f"/>
      <v:stroke on="f"/>
      <v:textbox inset=",7.2pt,,7.2pt"/>
    </o:shapedefaults>
    <o:shapelayout v:ext="edit">
      <o:idmap v:ext="edit" data="1"/>
    </o:shapelayout>
  </w:shapeDefaults>
  <w:decimalSymbol w:val="."/>
  <w:listSeparator w:val=","/>
  <w14:docId w14:val="34E7D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B2F1F"/>
  </w:style>
  <w:style w:type="paragraph" w:styleId="Heading1">
    <w:name w:val="heading 1"/>
    <w:basedOn w:val="Normal"/>
    <w:next w:val="Normal"/>
    <w:link w:val="Heading1Char"/>
    <w:uiPriority w:val="9"/>
    <w:qFormat/>
    <w:rsid w:val="00AB4949"/>
    <w:pPr>
      <w:spacing w:after="0" w:line="680" w:lineRule="exact"/>
      <w:jc w:val="center"/>
      <w:outlineLvl w:val="0"/>
    </w:pPr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647"/>
    <w:pPr>
      <w:spacing w:after="0"/>
      <w:outlineLvl w:val="1"/>
    </w:pPr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BED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Heading4">
    <w:name w:val="heading 4"/>
    <w:basedOn w:val="Normal"/>
    <w:next w:val="Normal"/>
    <w:link w:val="Heading4Char"/>
    <w:rsid w:val="00D212AD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paragraph" w:styleId="Heading5">
    <w:name w:val="heading 5"/>
    <w:basedOn w:val="Normal"/>
    <w:next w:val="Normal"/>
    <w:link w:val="Heading5Char"/>
    <w:rsid w:val="00DD07C2"/>
    <w:pPr>
      <w:spacing w:after="0"/>
      <w:jc w:val="right"/>
      <w:outlineLvl w:val="4"/>
    </w:pPr>
    <w:rPr>
      <w:rFonts w:asciiTheme="majorHAnsi" w:eastAsiaTheme="majorEastAsia" w:hAnsiTheme="majorHAnsi" w:cstheme="majorBidi"/>
      <w:color w:val="96BC53" w:themeColor="accent1"/>
      <w:sz w:val="30"/>
    </w:rPr>
  </w:style>
  <w:style w:type="paragraph" w:styleId="Heading6">
    <w:name w:val="heading 6"/>
    <w:basedOn w:val="Normal"/>
    <w:next w:val="Normal"/>
    <w:link w:val="Heading6Char"/>
    <w:rsid w:val="00D83773"/>
    <w:pPr>
      <w:spacing w:after="0"/>
      <w:outlineLvl w:val="5"/>
    </w:pPr>
    <w:rPr>
      <w:rFonts w:asciiTheme="majorHAnsi" w:eastAsiaTheme="majorEastAsia" w:hAnsiTheme="majorHAnsi" w:cstheme="majorBidi"/>
      <w:iCs/>
      <w:color w:val="66843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270F"/>
    <w:pPr>
      <w:spacing w:after="0"/>
    </w:pPr>
    <w:rPr>
      <w:color w:val="668431" w:themeColor="text2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2270F"/>
    <w:rPr>
      <w:color w:val="668431" w:themeColor="text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661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6171"/>
  </w:style>
  <w:style w:type="character" w:customStyle="1" w:styleId="Header-RightChar">
    <w:name w:val="Header - Right Char"/>
    <w:basedOn w:val="HeaderChar"/>
    <w:link w:val="Header-Right"/>
    <w:rsid w:val="0052270F"/>
    <w:rPr>
      <w:color w:val="668431" w:themeColor="text2"/>
      <w:sz w:val="22"/>
    </w:rPr>
  </w:style>
  <w:style w:type="paragraph" w:customStyle="1" w:styleId="Header-Right">
    <w:name w:val="Header - Right"/>
    <w:basedOn w:val="Header"/>
    <w:link w:val="Header-RightChar"/>
    <w:qFormat/>
    <w:rsid w:val="0052270F"/>
    <w:pPr>
      <w:jc w:val="right"/>
    </w:pPr>
  </w:style>
  <w:style w:type="paragraph" w:customStyle="1" w:styleId="Page">
    <w:name w:val="Page"/>
    <w:basedOn w:val="Normal"/>
    <w:link w:val="PageChar"/>
    <w:qFormat/>
    <w:rsid w:val="00EF670A"/>
    <w:pPr>
      <w:spacing w:after="0"/>
      <w:jc w:val="right"/>
    </w:pPr>
    <w:rPr>
      <w:rFonts w:eastAsiaTheme="minorEastAsia"/>
      <w:color w:val="668431" w:themeColor="text2"/>
      <w:sz w:val="28"/>
    </w:rPr>
  </w:style>
  <w:style w:type="character" w:customStyle="1" w:styleId="PageChar">
    <w:name w:val="Page Char"/>
    <w:basedOn w:val="DefaultParagraphFont"/>
    <w:link w:val="Page"/>
    <w:rsid w:val="00EF670A"/>
    <w:rPr>
      <w:rFonts w:eastAsiaTheme="minorEastAsia"/>
      <w:color w:val="668431" w:themeColor="text2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B4949"/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customStyle="1" w:styleId="Header-CoverLeft">
    <w:name w:val="Header - CoverLeft"/>
    <w:basedOn w:val="Header"/>
    <w:link w:val="Header-CoverLeftChar"/>
    <w:qFormat/>
    <w:rsid w:val="000530EB"/>
    <w:rPr>
      <w:color w:val="FFFFFF" w:themeColor="background1"/>
    </w:rPr>
  </w:style>
  <w:style w:type="character" w:customStyle="1" w:styleId="Header-CoverLeftChar">
    <w:name w:val="Header - CoverLeft Char"/>
    <w:basedOn w:val="HeaderChar"/>
    <w:link w:val="Header-CoverLeft"/>
    <w:rsid w:val="000530EB"/>
    <w:rPr>
      <w:color w:val="FFFFFF" w:themeColor="background1"/>
      <w:sz w:val="22"/>
    </w:rPr>
  </w:style>
  <w:style w:type="paragraph" w:customStyle="1" w:styleId="Header-CoverRight">
    <w:name w:val="Header - CoverRight"/>
    <w:basedOn w:val="Header-CoverLeft"/>
    <w:link w:val="Header-CoverRightChar"/>
    <w:qFormat/>
    <w:rsid w:val="000530EB"/>
    <w:pPr>
      <w:jc w:val="right"/>
    </w:pPr>
  </w:style>
  <w:style w:type="character" w:customStyle="1" w:styleId="Header-CoverRightChar">
    <w:name w:val="Header - CoverRight Char"/>
    <w:basedOn w:val="Header-CoverLeftChar"/>
    <w:link w:val="Header-CoverRight"/>
    <w:rsid w:val="000530EB"/>
    <w:rPr>
      <w:color w:val="FFFFFF" w:themeColor="background1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A6023"/>
    <w:pPr>
      <w:spacing w:after="0" w:line="1320" w:lineRule="exact"/>
      <w:jc w:val="center"/>
    </w:pPr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6023"/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010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184010"/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F1360"/>
    <w:pPr>
      <w:spacing w:after="0"/>
    </w:pPr>
    <w:rPr>
      <w:color w:val="668431" w:themeColor="text2"/>
      <w:sz w:val="36"/>
    </w:rPr>
  </w:style>
  <w:style w:type="character" w:customStyle="1" w:styleId="DateChar">
    <w:name w:val="Date Char"/>
    <w:basedOn w:val="DefaultParagraphFont"/>
    <w:link w:val="Date"/>
    <w:uiPriority w:val="99"/>
    <w:semiHidden/>
    <w:rsid w:val="008F1360"/>
    <w:rPr>
      <w:color w:val="668431" w:themeColor="text2"/>
      <w:sz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C86E7D"/>
    <w:pPr>
      <w:spacing w:after="120" w:line="288" w:lineRule="auto"/>
    </w:pPr>
    <w:rPr>
      <w:rFonts w:eastAsiaTheme="minorEastAsia"/>
      <w:color w:val="595959" w:themeColor="text1" w:themeTint="A6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6E7D"/>
    <w:rPr>
      <w:rFonts w:eastAsiaTheme="minorEastAsia"/>
      <w:color w:val="595959" w:themeColor="text1" w:themeTint="A6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647"/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BED"/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BodyText2">
    <w:name w:val="Body Text 2"/>
    <w:basedOn w:val="BodyText"/>
    <w:link w:val="BodyText2Char"/>
    <w:rsid w:val="00D212AD"/>
    <w:pPr>
      <w:spacing w:after="40" w:line="252" w:lineRule="auto"/>
    </w:pPr>
    <w:rPr>
      <w:color w:val="000000" w:themeColor="text1"/>
    </w:rPr>
  </w:style>
  <w:style w:type="character" w:customStyle="1" w:styleId="BodyText2Char">
    <w:name w:val="Body Text 2 Char"/>
    <w:basedOn w:val="DefaultParagraphFont"/>
    <w:link w:val="BodyText2"/>
    <w:rsid w:val="00D212AD"/>
    <w:rPr>
      <w:rFonts w:eastAsiaTheme="minorEastAsia"/>
      <w:color w:val="000000" w:themeColor="text1"/>
      <w:sz w:val="20"/>
    </w:rPr>
  </w:style>
  <w:style w:type="paragraph" w:styleId="BodyText3">
    <w:name w:val="Body Text 3"/>
    <w:basedOn w:val="BodyText"/>
    <w:link w:val="BodyText3Char"/>
    <w:rsid w:val="00D212AD"/>
    <w:pPr>
      <w:spacing w:line="252" w:lineRule="auto"/>
      <w:jc w:val="center"/>
    </w:pPr>
    <w:rPr>
      <w:color w:val="FFFFFF" w:themeColor="background1"/>
      <w:szCs w:val="16"/>
    </w:rPr>
  </w:style>
  <w:style w:type="character" w:customStyle="1" w:styleId="BodyText3Char">
    <w:name w:val="Body Text 3 Char"/>
    <w:basedOn w:val="DefaultParagraphFont"/>
    <w:link w:val="BodyText3"/>
    <w:rsid w:val="00D212AD"/>
    <w:rPr>
      <w:rFonts w:eastAsiaTheme="minorEastAsia"/>
      <w:color w:val="FFFFFF" w:themeColor="background1"/>
      <w:sz w:val="20"/>
      <w:szCs w:val="16"/>
    </w:rPr>
  </w:style>
  <w:style w:type="paragraph" w:customStyle="1" w:styleId="Event">
    <w:name w:val="Event"/>
    <w:basedOn w:val="Normal"/>
    <w:link w:val="EventChar"/>
    <w:qFormat/>
    <w:rsid w:val="00D212AD"/>
    <w:pPr>
      <w:spacing w:after="0"/>
      <w:jc w:val="right"/>
    </w:pPr>
    <w:rPr>
      <w:color w:val="668431" w:themeColor="text2"/>
      <w:sz w:val="20"/>
    </w:rPr>
  </w:style>
  <w:style w:type="character" w:customStyle="1" w:styleId="EventChar">
    <w:name w:val="Event Char"/>
    <w:basedOn w:val="DefaultParagraphFont"/>
    <w:link w:val="Event"/>
    <w:rsid w:val="00D212AD"/>
    <w:rPr>
      <w:color w:val="668431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D212AD"/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character" w:customStyle="1" w:styleId="Heading5Char">
    <w:name w:val="Heading 5 Char"/>
    <w:basedOn w:val="DefaultParagraphFont"/>
    <w:link w:val="Heading5"/>
    <w:rsid w:val="00DD07C2"/>
    <w:rPr>
      <w:rFonts w:asciiTheme="majorHAnsi" w:eastAsiaTheme="majorEastAsia" w:hAnsiTheme="majorHAnsi" w:cstheme="majorBidi"/>
      <w:color w:val="96BC53" w:themeColor="accent1"/>
      <w:sz w:val="30"/>
    </w:rPr>
  </w:style>
  <w:style w:type="paragraph" w:customStyle="1" w:styleId="Mailer">
    <w:name w:val="Mailer"/>
    <w:basedOn w:val="Normal"/>
    <w:link w:val="MailerChar"/>
    <w:qFormat/>
    <w:rsid w:val="00D82210"/>
    <w:pPr>
      <w:spacing w:after="0"/>
    </w:pPr>
    <w:rPr>
      <w:rFonts w:eastAsiaTheme="minorEastAsia"/>
      <w:color w:val="668431" w:themeColor="text2"/>
      <w:sz w:val="32"/>
    </w:rPr>
  </w:style>
  <w:style w:type="character" w:customStyle="1" w:styleId="Heading6Char">
    <w:name w:val="Heading 6 Char"/>
    <w:basedOn w:val="DefaultParagraphFont"/>
    <w:link w:val="Heading6"/>
    <w:rsid w:val="00D83773"/>
    <w:rPr>
      <w:rFonts w:asciiTheme="majorHAnsi" w:eastAsiaTheme="majorEastAsia" w:hAnsiTheme="majorHAnsi" w:cstheme="majorBidi"/>
      <w:iCs/>
      <w:color w:val="668431" w:themeColor="text2"/>
    </w:rPr>
  </w:style>
  <w:style w:type="paragraph" w:styleId="Caption">
    <w:name w:val="caption"/>
    <w:basedOn w:val="Normal"/>
    <w:next w:val="Normal"/>
    <w:rsid w:val="00FE38A0"/>
    <w:pPr>
      <w:spacing w:after="0"/>
      <w:jc w:val="center"/>
    </w:pPr>
    <w:rPr>
      <w:bCs/>
      <w:color w:val="96BC53" w:themeColor="accent1"/>
      <w:sz w:val="28"/>
      <w:szCs w:val="18"/>
    </w:rPr>
  </w:style>
  <w:style w:type="paragraph" w:customStyle="1" w:styleId="Continued">
    <w:name w:val="Continued"/>
    <w:basedOn w:val="Normal"/>
    <w:link w:val="ContinuedChar"/>
    <w:qFormat/>
    <w:rsid w:val="001F0093"/>
    <w:pPr>
      <w:spacing w:after="0"/>
    </w:pPr>
    <w:rPr>
      <w:color w:val="668431" w:themeColor="text2"/>
      <w:sz w:val="28"/>
    </w:rPr>
  </w:style>
  <w:style w:type="character" w:customStyle="1" w:styleId="ContinuedChar">
    <w:name w:val="Continued Char"/>
    <w:basedOn w:val="DefaultParagraphFont"/>
    <w:link w:val="Continued"/>
    <w:rsid w:val="001F0093"/>
    <w:rPr>
      <w:color w:val="668431" w:themeColor="text2"/>
      <w:sz w:val="28"/>
    </w:rPr>
  </w:style>
  <w:style w:type="paragraph" w:customStyle="1" w:styleId="BoxHeading">
    <w:name w:val="Box Heading"/>
    <w:basedOn w:val="Normal"/>
    <w:qFormat/>
    <w:rsid w:val="009501A5"/>
    <w:pPr>
      <w:spacing w:after="0" w:line="252" w:lineRule="auto"/>
      <w:jc w:val="center"/>
    </w:pPr>
    <w:rPr>
      <w:color w:val="FFFFFF" w:themeColor="background1"/>
      <w:sz w:val="40"/>
    </w:rPr>
  </w:style>
  <w:style w:type="character" w:customStyle="1" w:styleId="MailerChar">
    <w:name w:val="Mailer Char"/>
    <w:basedOn w:val="DefaultParagraphFont"/>
    <w:link w:val="Mailer"/>
    <w:rsid w:val="00D82210"/>
    <w:rPr>
      <w:rFonts w:eastAsiaTheme="minorEastAsia"/>
      <w:color w:val="668431" w:themeColor="text2"/>
      <w:sz w:val="32"/>
    </w:rPr>
  </w:style>
  <w:style w:type="paragraph" w:styleId="BlockText">
    <w:name w:val="Block Text"/>
    <w:basedOn w:val="Normal"/>
    <w:rsid w:val="00D82210"/>
    <w:pPr>
      <w:spacing w:after="0" w:line="264" w:lineRule="auto"/>
    </w:pPr>
    <w:rPr>
      <w:rFonts w:eastAsiaTheme="minorEastAsia"/>
      <w:iCs/>
      <w:color w:val="96BC53" w:themeColor="accent1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B2F1F"/>
  </w:style>
  <w:style w:type="paragraph" w:styleId="Heading1">
    <w:name w:val="heading 1"/>
    <w:basedOn w:val="Normal"/>
    <w:next w:val="Normal"/>
    <w:link w:val="Heading1Char"/>
    <w:uiPriority w:val="9"/>
    <w:qFormat/>
    <w:rsid w:val="00AB4949"/>
    <w:pPr>
      <w:spacing w:after="0" w:line="680" w:lineRule="exact"/>
      <w:jc w:val="center"/>
      <w:outlineLvl w:val="0"/>
    </w:pPr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647"/>
    <w:pPr>
      <w:spacing w:after="0"/>
      <w:outlineLvl w:val="1"/>
    </w:pPr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BED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Heading4">
    <w:name w:val="heading 4"/>
    <w:basedOn w:val="Normal"/>
    <w:next w:val="Normal"/>
    <w:link w:val="Heading4Char"/>
    <w:rsid w:val="00D212AD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paragraph" w:styleId="Heading5">
    <w:name w:val="heading 5"/>
    <w:basedOn w:val="Normal"/>
    <w:next w:val="Normal"/>
    <w:link w:val="Heading5Char"/>
    <w:rsid w:val="00DD07C2"/>
    <w:pPr>
      <w:spacing w:after="0"/>
      <w:jc w:val="right"/>
      <w:outlineLvl w:val="4"/>
    </w:pPr>
    <w:rPr>
      <w:rFonts w:asciiTheme="majorHAnsi" w:eastAsiaTheme="majorEastAsia" w:hAnsiTheme="majorHAnsi" w:cstheme="majorBidi"/>
      <w:color w:val="96BC53" w:themeColor="accent1"/>
      <w:sz w:val="30"/>
    </w:rPr>
  </w:style>
  <w:style w:type="paragraph" w:styleId="Heading6">
    <w:name w:val="heading 6"/>
    <w:basedOn w:val="Normal"/>
    <w:next w:val="Normal"/>
    <w:link w:val="Heading6Char"/>
    <w:rsid w:val="00D83773"/>
    <w:pPr>
      <w:spacing w:after="0"/>
      <w:outlineLvl w:val="5"/>
    </w:pPr>
    <w:rPr>
      <w:rFonts w:asciiTheme="majorHAnsi" w:eastAsiaTheme="majorEastAsia" w:hAnsiTheme="majorHAnsi" w:cstheme="majorBidi"/>
      <w:iCs/>
      <w:color w:val="66843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270F"/>
    <w:pPr>
      <w:spacing w:after="0"/>
    </w:pPr>
    <w:rPr>
      <w:color w:val="668431" w:themeColor="text2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2270F"/>
    <w:rPr>
      <w:color w:val="668431" w:themeColor="text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661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6171"/>
  </w:style>
  <w:style w:type="character" w:customStyle="1" w:styleId="Header-RightChar">
    <w:name w:val="Header - Right Char"/>
    <w:basedOn w:val="HeaderChar"/>
    <w:link w:val="Header-Right"/>
    <w:rsid w:val="0052270F"/>
    <w:rPr>
      <w:color w:val="668431" w:themeColor="text2"/>
      <w:sz w:val="22"/>
    </w:rPr>
  </w:style>
  <w:style w:type="paragraph" w:customStyle="1" w:styleId="Header-Right">
    <w:name w:val="Header - Right"/>
    <w:basedOn w:val="Header"/>
    <w:link w:val="Header-RightChar"/>
    <w:qFormat/>
    <w:rsid w:val="0052270F"/>
    <w:pPr>
      <w:jc w:val="right"/>
    </w:pPr>
  </w:style>
  <w:style w:type="paragraph" w:customStyle="1" w:styleId="Page">
    <w:name w:val="Page"/>
    <w:basedOn w:val="Normal"/>
    <w:link w:val="PageChar"/>
    <w:qFormat/>
    <w:rsid w:val="00EF670A"/>
    <w:pPr>
      <w:spacing w:after="0"/>
      <w:jc w:val="right"/>
    </w:pPr>
    <w:rPr>
      <w:rFonts w:eastAsiaTheme="minorEastAsia"/>
      <w:color w:val="668431" w:themeColor="text2"/>
      <w:sz w:val="28"/>
    </w:rPr>
  </w:style>
  <w:style w:type="character" w:customStyle="1" w:styleId="PageChar">
    <w:name w:val="Page Char"/>
    <w:basedOn w:val="DefaultParagraphFont"/>
    <w:link w:val="Page"/>
    <w:rsid w:val="00EF670A"/>
    <w:rPr>
      <w:rFonts w:eastAsiaTheme="minorEastAsia"/>
      <w:color w:val="668431" w:themeColor="text2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B4949"/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customStyle="1" w:styleId="Header-CoverLeft">
    <w:name w:val="Header - CoverLeft"/>
    <w:basedOn w:val="Header"/>
    <w:link w:val="Header-CoverLeftChar"/>
    <w:qFormat/>
    <w:rsid w:val="000530EB"/>
    <w:rPr>
      <w:color w:val="FFFFFF" w:themeColor="background1"/>
    </w:rPr>
  </w:style>
  <w:style w:type="character" w:customStyle="1" w:styleId="Header-CoverLeftChar">
    <w:name w:val="Header - CoverLeft Char"/>
    <w:basedOn w:val="HeaderChar"/>
    <w:link w:val="Header-CoverLeft"/>
    <w:rsid w:val="000530EB"/>
    <w:rPr>
      <w:color w:val="FFFFFF" w:themeColor="background1"/>
      <w:sz w:val="22"/>
    </w:rPr>
  </w:style>
  <w:style w:type="paragraph" w:customStyle="1" w:styleId="Header-CoverRight">
    <w:name w:val="Header - CoverRight"/>
    <w:basedOn w:val="Header-CoverLeft"/>
    <w:link w:val="Header-CoverRightChar"/>
    <w:qFormat/>
    <w:rsid w:val="000530EB"/>
    <w:pPr>
      <w:jc w:val="right"/>
    </w:pPr>
  </w:style>
  <w:style w:type="character" w:customStyle="1" w:styleId="Header-CoverRightChar">
    <w:name w:val="Header - CoverRight Char"/>
    <w:basedOn w:val="Header-CoverLeftChar"/>
    <w:link w:val="Header-CoverRight"/>
    <w:rsid w:val="000530EB"/>
    <w:rPr>
      <w:color w:val="FFFFFF" w:themeColor="background1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A6023"/>
    <w:pPr>
      <w:spacing w:after="0" w:line="1320" w:lineRule="exact"/>
      <w:jc w:val="center"/>
    </w:pPr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6023"/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010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184010"/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F1360"/>
    <w:pPr>
      <w:spacing w:after="0"/>
    </w:pPr>
    <w:rPr>
      <w:color w:val="668431" w:themeColor="text2"/>
      <w:sz w:val="36"/>
    </w:rPr>
  </w:style>
  <w:style w:type="character" w:customStyle="1" w:styleId="DateChar">
    <w:name w:val="Date Char"/>
    <w:basedOn w:val="DefaultParagraphFont"/>
    <w:link w:val="Date"/>
    <w:uiPriority w:val="99"/>
    <w:semiHidden/>
    <w:rsid w:val="008F1360"/>
    <w:rPr>
      <w:color w:val="668431" w:themeColor="text2"/>
      <w:sz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C86E7D"/>
    <w:pPr>
      <w:spacing w:after="120" w:line="288" w:lineRule="auto"/>
    </w:pPr>
    <w:rPr>
      <w:rFonts w:eastAsiaTheme="minorEastAsia"/>
      <w:color w:val="595959" w:themeColor="text1" w:themeTint="A6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6E7D"/>
    <w:rPr>
      <w:rFonts w:eastAsiaTheme="minorEastAsia"/>
      <w:color w:val="595959" w:themeColor="text1" w:themeTint="A6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647"/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BED"/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BodyText2">
    <w:name w:val="Body Text 2"/>
    <w:basedOn w:val="BodyText"/>
    <w:link w:val="BodyText2Char"/>
    <w:rsid w:val="00D212AD"/>
    <w:pPr>
      <w:spacing w:after="40" w:line="252" w:lineRule="auto"/>
    </w:pPr>
    <w:rPr>
      <w:color w:val="000000" w:themeColor="text1"/>
    </w:rPr>
  </w:style>
  <w:style w:type="character" w:customStyle="1" w:styleId="BodyText2Char">
    <w:name w:val="Body Text 2 Char"/>
    <w:basedOn w:val="DefaultParagraphFont"/>
    <w:link w:val="BodyText2"/>
    <w:rsid w:val="00D212AD"/>
    <w:rPr>
      <w:rFonts w:eastAsiaTheme="minorEastAsia"/>
      <w:color w:val="000000" w:themeColor="text1"/>
      <w:sz w:val="20"/>
    </w:rPr>
  </w:style>
  <w:style w:type="paragraph" w:styleId="BodyText3">
    <w:name w:val="Body Text 3"/>
    <w:basedOn w:val="BodyText"/>
    <w:link w:val="BodyText3Char"/>
    <w:rsid w:val="00D212AD"/>
    <w:pPr>
      <w:spacing w:line="252" w:lineRule="auto"/>
      <w:jc w:val="center"/>
    </w:pPr>
    <w:rPr>
      <w:color w:val="FFFFFF" w:themeColor="background1"/>
      <w:szCs w:val="16"/>
    </w:rPr>
  </w:style>
  <w:style w:type="character" w:customStyle="1" w:styleId="BodyText3Char">
    <w:name w:val="Body Text 3 Char"/>
    <w:basedOn w:val="DefaultParagraphFont"/>
    <w:link w:val="BodyText3"/>
    <w:rsid w:val="00D212AD"/>
    <w:rPr>
      <w:rFonts w:eastAsiaTheme="minorEastAsia"/>
      <w:color w:val="FFFFFF" w:themeColor="background1"/>
      <w:sz w:val="20"/>
      <w:szCs w:val="16"/>
    </w:rPr>
  </w:style>
  <w:style w:type="paragraph" w:customStyle="1" w:styleId="Event">
    <w:name w:val="Event"/>
    <w:basedOn w:val="Normal"/>
    <w:link w:val="EventChar"/>
    <w:qFormat/>
    <w:rsid w:val="00D212AD"/>
    <w:pPr>
      <w:spacing w:after="0"/>
      <w:jc w:val="right"/>
    </w:pPr>
    <w:rPr>
      <w:color w:val="668431" w:themeColor="text2"/>
      <w:sz w:val="20"/>
    </w:rPr>
  </w:style>
  <w:style w:type="character" w:customStyle="1" w:styleId="EventChar">
    <w:name w:val="Event Char"/>
    <w:basedOn w:val="DefaultParagraphFont"/>
    <w:link w:val="Event"/>
    <w:rsid w:val="00D212AD"/>
    <w:rPr>
      <w:color w:val="668431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D212AD"/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character" w:customStyle="1" w:styleId="Heading5Char">
    <w:name w:val="Heading 5 Char"/>
    <w:basedOn w:val="DefaultParagraphFont"/>
    <w:link w:val="Heading5"/>
    <w:rsid w:val="00DD07C2"/>
    <w:rPr>
      <w:rFonts w:asciiTheme="majorHAnsi" w:eastAsiaTheme="majorEastAsia" w:hAnsiTheme="majorHAnsi" w:cstheme="majorBidi"/>
      <w:color w:val="96BC53" w:themeColor="accent1"/>
      <w:sz w:val="30"/>
    </w:rPr>
  </w:style>
  <w:style w:type="paragraph" w:customStyle="1" w:styleId="Mailer">
    <w:name w:val="Mailer"/>
    <w:basedOn w:val="Normal"/>
    <w:link w:val="MailerChar"/>
    <w:qFormat/>
    <w:rsid w:val="00D82210"/>
    <w:pPr>
      <w:spacing w:after="0"/>
    </w:pPr>
    <w:rPr>
      <w:rFonts w:eastAsiaTheme="minorEastAsia"/>
      <w:color w:val="668431" w:themeColor="text2"/>
      <w:sz w:val="32"/>
    </w:rPr>
  </w:style>
  <w:style w:type="character" w:customStyle="1" w:styleId="Heading6Char">
    <w:name w:val="Heading 6 Char"/>
    <w:basedOn w:val="DefaultParagraphFont"/>
    <w:link w:val="Heading6"/>
    <w:rsid w:val="00D83773"/>
    <w:rPr>
      <w:rFonts w:asciiTheme="majorHAnsi" w:eastAsiaTheme="majorEastAsia" w:hAnsiTheme="majorHAnsi" w:cstheme="majorBidi"/>
      <w:iCs/>
      <w:color w:val="668431" w:themeColor="text2"/>
    </w:rPr>
  </w:style>
  <w:style w:type="paragraph" w:styleId="Caption">
    <w:name w:val="caption"/>
    <w:basedOn w:val="Normal"/>
    <w:next w:val="Normal"/>
    <w:rsid w:val="00FE38A0"/>
    <w:pPr>
      <w:spacing w:after="0"/>
      <w:jc w:val="center"/>
    </w:pPr>
    <w:rPr>
      <w:bCs/>
      <w:color w:val="96BC53" w:themeColor="accent1"/>
      <w:sz w:val="28"/>
      <w:szCs w:val="18"/>
    </w:rPr>
  </w:style>
  <w:style w:type="paragraph" w:customStyle="1" w:styleId="Continued">
    <w:name w:val="Continued"/>
    <w:basedOn w:val="Normal"/>
    <w:link w:val="ContinuedChar"/>
    <w:qFormat/>
    <w:rsid w:val="001F0093"/>
    <w:pPr>
      <w:spacing w:after="0"/>
    </w:pPr>
    <w:rPr>
      <w:color w:val="668431" w:themeColor="text2"/>
      <w:sz w:val="28"/>
    </w:rPr>
  </w:style>
  <w:style w:type="character" w:customStyle="1" w:styleId="ContinuedChar">
    <w:name w:val="Continued Char"/>
    <w:basedOn w:val="DefaultParagraphFont"/>
    <w:link w:val="Continued"/>
    <w:rsid w:val="001F0093"/>
    <w:rPr>
      <w:color w:val="668431" w:themeColor="text2"/>
      <w:sz w:val="28"/>
    </w:rPr>
  </w:style>
  <w:style w:type="paragraph" w:customStyle="1" w:styleId="BoxHeading">
    <w:name w:val="Box Heading"/>
    <w:basedOn w:val="Normal"/>
    <w:qFormat/>
    <w:rsid w:val="009501A5"/>
    <w:pPr>
      <w:spacing w:after="0" w:line="252" w:lineRule="auto"/>
      <w:jc w:val="center"/>
    </w:pPr>
    <w:rPr>
      <w:color w:val="FFFFFF" w:themeColor="background1"/>
      <w:sz w:val="40"/>
    </w:rPr>
  </w:style>
  <w:style w:type="character" w:customStyle="1" w:styleId="MailerChar">
    <w:name w:val="Mailer Char"/>
    <w:basedOn w:val="DefaultParagraphFont"/>
    <w:link w:val="Mailer"/>
    <w:rsid w:val="00D82210"/>
    <w:rPr>
      <w:rFonts w:eastAsiaTheme="minorEastAsia"/>
      <w:color w:val="668431" w:themeColor="text2"/>
      <w:sz w:val="32"/>
    </w:rPr>
  </w:style>
  <w:style w:type="paragraph" w:styleId="BlockText">
    <w:name w:val="Block Text"/>
    <w:basedOn w:val="Normal"/>
    <w:rsid w:val="00D82210"/>
    <w:pPr>
      <w:spacing w:after="0" w:line="264" w:lineRule="auto"/>
    </w:pPr>
    <w:rPr>
      <w:rFonts w:eastAsiaTheme="minorEastAsia"/>
      <w:iCs/>
      <w:color w:val="96BC53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Newsletters:Checkerboard%20Newsletter.dotx" TargetMode="External"/></Relationships>
</file>

<file path=word/theme/theme1.xml><?xml version="1.0" encoding="utf-8"?>
<a:theme xmlns:a="http://schemas.openxmlformats.org/drawingml/2006/main" name="Office Theme">
  <a:themeElements>
    <a:clrScheme name="Checkerboard Newsletter">
      <a:dk1>
        <a:sysClr val="windowText" lastClr="000000"/>
      </a:dk1>
      <a:lt1>
        <a:sysClr val="window" lastClr="FFFFFF"/>
      </a:lt1>
      <a:dk2>
        <a:srgbClr val="668431"/>
      </a:dk2>
      <a:lt2>
        <a:srgbClr val="F4FFC6"/>
      </a:lt2>
      <a:accent1>
        <a:srgbClr val="96BC53"/>
      </a:accent1>
      <a:accent2>
        <a:srgbClr val="BBD986"/>
      </a:accent2>
      <a:accent3>
        <a:srgbClr val="EDBF05"/>
      </a:accent3>
      <a:accent4>
        <a:srgbClr val="ED7805"/>
      </a:accent4>
      <a:accent5>
        <a:srgbClr val="D22828"/>
      </a:accent5>
      <a:accent6>
        <a:srgbClr val="40B9CF"/>
      </a:accent6>
      <a:hlink>
        <a:srgbClr val="9DC060"/>
      </a:hlink>
      <a:folHlink>
        <a:srgbClr val="C0BA60"/>
      </a:folHlink>
    </a:clrScheme>
    <a:fontScheme name="Checkerboard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Checkerboard Newsletter.dotx</Template>
  <TotalTime>7</TotalTime>
  <Pages>1</Pages>
  <Words>1</Words>
  <Characters>10</Characters>
  <Application>Microsoft Macintosh Word</Application>
  <DocSecurity>0</DocSecurity>
  <Lines>1</Lines>
  <Paragraphs>1</Paragraphs>
  <ScaleCrop>false</ScaleCrop>
  <Manager/>
  <Company/>
  <LinksUpToDate>false</LinksUpToDate>
  <CharactersWithSpaces>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Krista Sly</cp:lastModifiedBy>
  <cp:revision>7</cp:revision>
  <cp:lastPrinted>2011-12-09T18:13:00Z</cp:lastPrinted>
  <dcterms:created xsi:type="dcterms:W3CDTF">2011-12-09T17:39:00Z</dcterms:created>
  <dcterms:modified xsi:type="dcterms:W3CDTF">2011-12-09T18:33:00Z</dcterms:modified>
  <cp:category/>
</cp:coreProperties>
</file>